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Date, title and page number"/>
      </w:tblPr>
      <w:tblGrid>
        <w:gridCol w:w="2844"/>
        <w:gridCol w:w="5688"/>
        <w:gridCol w:w="2844"/>
      </w:tblGrid>
      <w:tr w:rsidR="00445E24">
        <w:tc>
          <w:tcPr>
            <w:tcW w:w="1250" w:type="pct"/>
          </w:tcPr>
          <w:p w:rsidR="00445E24" w:rsidRDefault="00C80E1A">
            <w:sdt>
              <w:sdtPr>
                <w:alias w:val="Date"/>
                <w:tag w:val=""/>
                <w:id w:val="897332737"/>
                <w:placeholder>
                  <w:docPart w:val="FC58D22C86AA41208730A3134691A3D1"/>
                </w:placeholder>
                <w:showingPlcHdr/>
                <w:dataBinding w:prefixMappings="xmlns:ns0='http://schemas.microsoft.com/office/2006/coverPageProps' " w:xpath="/ns0:CoverPageProperties[1]/ns0:PublishDate[1]" w:storeItemID="{55AF091B-3C7A-41E3-B477-F2FDAA23CFDA}"/>
                <w:date>
                  <w:dateFormat w:val="M/d/yyyy"/>
                  <w:lid w:val="en-US"/>
                  <w:storeMappedDataAs w:val="dateTime"/>
                  <w:calendar w:val="gregorian"/>
                </w:date>
              </w:sdtPr>
              <w:sdtEndPr/>
              <w:sdtContent>
                <w:r>
                  <w:t>[Date]</w:t>
                </w:r>
              </w:sdtContent>
            </w:sdt>
          </w:p>
        </w:tc>
        <w:tc>
          <w:tcPr>
            <w:tcW w:w="2500" w:type="pct"/>
          </w:tcPr>
          <w:p w:rsidR="00445E24" w:rsidRDefault="00C80E1A">
            <w:pPr>
              <w:jc w:val="center"/>
            </w:pPr>
            <w:r w:rsidRPr="00C80E1A">
              <w:rPr>
                <w:rStyle w:val="Heading1Char"/>
                <w:sz w:val="44"/>
              </w:rPr>
              <w:t>CLIENT INFORMATION SHEET</w:t>
            </w:r>
          </w:p>
        </w:tc>
        <w:tc>
          <w:tcPr>
            <w:tcW w:w="1250" w:type="pct"/>
          </w:tcPr>
          <w:p w:rsidR="00445E24" w:rsidRDefault="00C80E1A">
            <w:pPr>
              <w:jc w:val="right"/>
              <w:rPr>
                <w:noProof/>
              </w:rPr>
            </w:pPr>
            <w:r>
              <w:t xml:space="preserve">Page </w:t>
            </w:r>
            <w:r>
              <w:fldChar w:fldCharType="begin"/>
            </w:r>
            <w:r>
              <w:instrText xml:space="preserve"> PAGE  \* Arabic  \* MERGEFORMAT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fldChar w:fldCharType="end"/>
            </w:r>
            <w:r>
              <w:t xml:space="preserve"> of </w:t>
            </w:r>
            <w:r>
              <w:fldChar w:fldCharType="begin"/>
            </w:r>
            <w:r>
              <w:instrText xml:space="preserve"> NUMPAGES  \* Arabic  \* MERGEFORMAT </w:instrText>
            </w:r>
            <w:r>
              <w:fldChar w:fldCharType="separate"/>
            </w:r>
            <w:r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</w:p>
        </w:tc>
      </w:tr>
    </w:tbl>
    <w:p w:rsidR="00445E24" w:rsidRDefault="00445E24">
      <w:pPr>
        <w:pStyle w:val="Spacer"/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Description w:val="Shipper and recipient mailing addresses"/>
      </w:tblPr>
      <w:tblGrid>
        <w:gridCol w:w="5660"/>
        <w:gridCol w:w="5706"/>
      </w:tblGrid>
      <w:tr w:rsidR="00445E24">
        <w:trPr>
          <w:trHeight w:val="288"/>
        </w:trPr>
        <w:tc>
          <w:tcPr>
            <w:tcW w:w="2490" w:type="pct"/>
            <w:tcBorders>
              <w:top w:val="single" w:sz="4" w:space="0" w:color="auto"/>
              <w:right w:val="single" w:sz="4" w:space="0" w:color="808080"/>
            </w:tcBorders>
            <w:shd w:val="clear" w:color="auto" w:fill="F2F2F2" w:themeFill="background1" w:themeFillShade="F2"/>
            <w:vAlign w:val="center"/>
          </w:tcPr>
          <w:p w:rsidR="00445E24" w:rsidRDefault="00C80E1A" w:rsidP="00C80E1A">
            <w:pPr>
              <w:pStyle w:val="Heading3"/>
              <w:jc w:val="left"/>
            </w:pPr>
            <w:r>
              <w:t xml:space="preserve">CUSTOMER NAME: </w:t>
            </w:r>
          </w:p>
        </w:tc>
        <w:tc>
          <w:tcPr>
            <w:tcW w:w="2510" w:type="pct"/>
            <w:tcBorders>
              <w:top w:val="single" w:sz="4" w:space="0" w:color="auto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:rsidR="00445E24" w:rsidRDefault="00C80E1A">
            <w:pPr>
              <w:pStyle w:val="Heading4"/>
            </w:pPr>
            <w:sdt>
              <w:sdtPr>
                <w:id w:val="-395055981"/>
                <w15:appearance w15:val="hidden"/>
                <w14:checkbox>
                  <w14:checked w14:val="1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FE"/>
                </w:r>
              </w:sdtContent>
            </w:sdt>
            <w:r>
              <w:t xml:space="preserve"> Sole proprietorship</w:t>
            </w:r>
          </w:p>
          <w:p w:rsidR="00C80E1A" w:rsidRPr="00C80E1A" w:rsidRDefault="00C80E1A" w:rsidP="00C80E1A"/>
        </w:tc>
      </w:tr>
      <w:tr w:rsidR="00445E24">
        <w:trPr>
          <w:trHeight w:val="176"/>
        </w:trPr>
        <w:tc>
          <w:tcPr>
            <w:tcW w:w="2490" w:type="pct"/>
            <w:tcBorders>
              <w:bottom w:val="single" w:sz="4" w:space="0" w:color="808080"/>
            </w:tcBorders>
            <w:shd w:val="clear" w:color="auto" w:fill="auto"/>
            <w:tcMar>
              <w:top w:w="43" w:type="dxa"/>
              <w:bottom w:w="43" w:type="dxa"/>
            </w:tcMar>
            <w:vAlign w:val="bottom"/>
          </w:tcPr>
          <w:sdt>
            <w:sdtPr>
              <w:id w:val="-609974798"/>
              <w:placeholder>
                <w:docPart w:val="4BBCCF135F934476B3FB908ABFEB4C93"/>
              </w:placeholder>
              <w:temporary/>
              <w:showingPlcHdr/>
              <w15:appearance w15:val="hidden"/>
            </w:sdtPr>
            <w:sdtEndPr/>
            <w:sdtContent>
              <w:p w:rsidR="00445E24" w:rsidRDefault="00C80E1A">
                <w:pPr>
                  <w:pStyle w:val="Heading4"/>
                </w:pPr>
                <w:r>
                  <w:t>[Name]</w:t>
                </w:r>
              </w:p>
            </w:sdtContent>
          </w:sdt>
          <w:sdt>
            <w:sdtPr>
              <w:id w:val="-1090232818"/>
              <w:placeholder>
                <w:docPart w:val="FA7EE4FB12A04F3A99EB1BB88B872FB1"/>
              </w:placeholder>
              <w:temporary/>
              <w:showingPlcHdr/>
              <w15:appearance w15:val="hidden"/>
            </w:sdtPr>
            <w:sdtEndPr/>
            <w:sdtContent>
              <w:p w:rsidR="00445E24" w:rsidRDefault="00C80E1A">
                <w:pPr>
                  <w:pStyle w:val="Heading4"/>
                </w:pPr>
                <w:r>
                  <w:t>[Street Address]</w:t>
                </w:r>
              </w:p>
            </w:sdtContent>
          </w:sdt>
          <w:sdt>
            <w:sdtPr>
              <w:id w:val="126290579"/>
              <w:placeholder>
                <w:docPart w:val="B1A77B7354BE47089462C49778E527BE"/>
              </w:placeholder>
              <w:temporary/>
              <w:showingPlcHdr/>
              <w15:appearance w15:val="hidden"/>
            </w:sdtPr>
            <w:sdtEndPr/>
            <w:sdtContent>
              <w:p w:rsidR="00445E24" w:rsidRDefault="00C80E1A">
                <w:pPr>
                  <w:pStyle w:val="Heading4"/>
                </w:pPr>
                <w:r>
                  <w:t>[City, ST  ZIP Code]</w:t>
                </w:r>
              </w:p>
            </w:sdtContent>
          </w:sdt>
          <w:p w:rsidR="00445E24" w:rsidRDefault="00C80E1A">
            <w:pPr>
              <w:contextualSpacing/>
            </w:pPr>
            <w:r>
              <w:rPr>
                <w:rStyle w:val="Heading4Char"/>
              </w:rPr>
              <w:t>SID No.:</w:t>
            </w:r>
            <w:r>
              <w:t xml:space="preserve"> </w:t>
            </w:r>
            <w:sdt>
              <w:sdtPr>
                <w:id w:val="1782069689"/>
                <w:placeholder>
                  <w:docPart w:val="8BE7E546BF814E3785F2D574399403B2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__________________</w:t>
                </w:r>
              </w:sdtContent>
            </w:sdt>
          </w:p>
        </w:tc>
        <w:tc>
          <w:tcPr>
            <w:tcW w:w="2510" w:type="pct"/>
            <w:tcBorders>
              <w:top w:val="nil"/>
              <w:bottom w:val="single" w:sz="4" w:space="0" w:color="808080"/>
            </w:tcBorders>
            <w:shd w:val="clear" w:color="auto" w:fill="auto"/>
            <w:tcMar>
              <w:top w:w="43" w:type="dxa"/>
              <w:bottom w:w="43" w:type="dxa"/>
            </w:tcMar>
            <w:vAlign w:val="center"/>
          </w:tcPr>
          <w:p w:rsidR="00445E24" w:rsidRDefault="00C80E1A" w:rsidP="00C80E1A">
            <w:pPr>
              <w:pStyle w:val="Heading4"/>
            </w:pPr>
            <w:sdt>
              <w:sdtPr>
                <w:id w:val="247462505"/>
                <w15:appearance w15:val="hidden"/>
                <w14:checkbox>
                  <w14:checked w14:val="1"/>
                  <w14:checkedState w14:val="00FE" w14:font="Wingdings"/>
                  <w14:uncheckedState w14:val="00A8" w14:font="Wingdings"/>
                </w14:checkbox>
              </w:sdtPr>
              <w:sdtContent>
                <w:r>
                  <w:sym w:font="Wingdings" w:char="F0FE"/>
                </w:r>
              </w:sdtContent>
            </w:sdt>
            <w:r>
              <w:t xml:space="preserve"> </w:t>
            </w:r>
            <w:r>
              <w:t>Partnership</w:t>
            </w:r>
          </w:p>
        </w:tc>
      </w:tr>
      <w:tr w:rsidR="00445E24">
        <w:trPr>
          <w:trHeight w:val="288"/>
        </w:trPr>
        <w:tc>
          <w:tcPr>
            <w:tcW w:w="2490" w:type="pct"/>
            <w:shd w:val="clear" w:color="auto" w:fill="F2F2F2" w:themeFill="background1" w:themeFillShade="F2"/>
            <w:vAlign w:val="center"/>
          </w:tcPr>
          <w:p w:rsidR="00445E24" w:rsidRDefault="00C80E1A" w:rsidP="00C80E1A">
            <w:pPr>
              <w:pStyle w:val="Heading3"/>
              <w:jc w:val="both"/>
            </w:pPr>
            <w:r>
              <w:t>BUSINESS NAME &amp; ADDRESS</w:t>
            </w:r>
          </w:p>
        </w:tc>
        <w:tc>
          <w:tcPr>
            <w:tcW w:w="2510" w:type="pct"/>
            <w:tcBorders>
              <w:bottom w:val="nil"/>
              <w:right w:val="single" w:sz="4" w:space="0" w:color="808080"/>
            </w:tcBorders>
            <w:shd w:val="clear" w:color="auto" w:fill="auto"/>
            <w:vAlign w:val="center"/>
          </w:tcPr>
          <w:p w:rsidR="00445E24" w:rsidRDefault="00C80E1A">
            <w:pPr>
              <w:pStyle w:val="Heading4"/>
            </w:pPr>
            <w:r>
              <w:t xml:space="preserve">Carrier Name: </w:t>
            </w:r>
            <w:sdt>
              <w:sdtPr>
                <w:id w:val="167915664"/>
                <w:placeholder>
                  <w:docPart w:val="8BF5F2DB4BB749EABE8E19091BAD3B61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_____________________________</w:t>
                </w:r>
              </w:sdtContent>
            </w:sdt>
          </w:p>
        </w:tc>
      </w:tr>
      <w:tr w:rsidR="00445E24">
        <w:trPr>
          <w:trHeight w:val="176"/>
        </w:trPr>
        <w:tc>
          <w:tcPr>
            <w:tcW w:w="2490" w:type="pct"/>
            <w:tcBorders>
              <w:bottom w:val="single" w:sz="4" w:space="0" w:color="808080"/>
            </w:tcBorders>
            <w:shd w:val="clear" w:color="auto" w:fill="auto"/>
            <w:tcMar>
              <w:top w:w="43" w:type="dxa"/>
              <w:bottom w:w="43" w:type="dxa"/>
            </w:tcMar>
          </w:tcPr>
          <w:sdt>
            <w:sdtPr>
              <w:id w:val="-552082236"/>
              <w:placeholder>
                <w:docPart w:val="4BBCCF135F934476B3FB908ABFEB4C93"/>
              </w:placeholder>
              <w:temporary/>
              <w:showingPlcHdr/>
              <w15:appearance w15:val="hidden"/>
            </w:sdtPr>
            <w:sdtEndPr/>
            <w:sdtContent>
              <w:p w:rsidR="00445E24" w:rsidRDefault="00C80E1A">
                <w:pPr>
                  <w:pStyle w:val="Heading4"/>
                </w:pPr>
                <w:r>
                  <w:t>[Name]</w:t>
                </w:r>
              </w:p>
            </w:sdtContent>
          </w:sdt>
          <w:sdt>
            <w:sdtPr>
              <w:id w:val="-1446302441"/>
              <w:placeholder>
                <w:docPart w:val="FA7EE4FB12A04F3A99EB1BB88B872FB1"/>
              </w:placeholder>
              <w:temporary/>
              <w:showingPlcHdr/>
              <w15:appearance w15:val="hidden"/>
            </w:sdtPr>
            <w:sdtEndPr/>
            <w:sdtContent>
              <w:p w:rsidR="00445E24" w:rsidRDefault="00C80E1A">
                <w:pPr>
                  <w:pStyle w:val="Heading4"/>
                </w:pPr>
                <w:r>
                  <w:t>[Street Address]</w:t>
                </w:r>
              </w:p>
            </w:sdtContent>
          </w:sdt>
          <w:sdt>
            <w:sdtPr>
              <w:id w:val="699591449"/>
              <w:placeholder>
                <w:docPart w:val="B1A77B7354BE47089462C49778E527BE"/>
              </w:placeholder>
              <w:temporary/>
              <w:showingPlcHdr/>
              <w15:appearance w15:val="hidden"/>
            </w:sdtPr>
            <w:sdtEndPr/>
            <w:sdtContent>
              <w:p w:rsidR="00445E24" w:rsidRDefault="00C80E1A">
                <w:pPr>
                  <w:pStyle w:val="Heading4"/>
                </w:pPr>
                <w:r>
                  <w:t>[City, ST  ZIP Code]</w:t>
                </w:r>
              </w:p>
            </w:sdtContent>
          </w:sdt>
          <w:p w:rsidR="00445E24" w:rsidRDefault="00C80E1A">
            <w:r>
              <w:rPr>
                <w:rStyle w:val="Heading4Char"/>
              </w:rPr>
              <w:t>SID No.:</w:t>
            </w:r>
            <w:r>
              <w:t xml:space="preserve"> </w:t>
            </w:r>
            <w:sdt>
              <w:sdtPr>
                <w:id w:val="333124682"/>
                <w:placeholder>
                  <w:docPart w:val="8BE7E546BF814E3785F2D574399403B2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__________________</w:t>
                </w:r>
              </w:sdtContent>
            </w:sdt>
          </w:p>
        </w:tc>
        <w:tc>
          <w:tcPr>
            <w:tcW w:w="2510" w:type="pct"/>
            <w:tcBorders>
              <w:top w:val="nil"/>
              <w:bottom w:val="single" w:sz="4" w:space="0" w:color="808080"/>
            </w:tcBorders>
            <w:shd w:val="clear" w:color="auto" w:fill="auto"/>
            <w:tcMar>
              <w:top w:w="43" w:type="dxa"/>
              <w:bottom w:w="43" w:type="dxa"/>
            </w:tcMar>
          </w:tcPr>
          <w:p w:rsidR="00445E24" w:rsidRDefault="00C80E1A">
            <w:r>
              <w:t xml:space="preserve">Trailer number: </w:t>
            </w:r>
            <w:sdt>
              <w:sdtPr>
                <w:id w:val="-1025713816"/>
                <w:placeholder>
                  <w:docPart w:val="8BE7E546BF814E3785F2D574399403B2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__________________</w:t>
                </w:r>
              </w:sdtContent>
            </w:sdt>
          </w:p>
          <w:p w:rsidR="00445E24" w:rsidRDefault="00C80E1A">
            <w:r>
              <w:t xml:space="preserve">Serial number(s): </w:t>
            </w:r>
            <w:sdt>
              <w:sdtPr>
                <w:id w:val="-448697262"/>
                <w:placeholder>
                  <w:docPart w:val="8BE7E546BF814E3785F2D574399403B2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__________________</w:t>
                </w:r>
              </w:sdtContent>
            </w:sdt>
          </w:p>
        </w:tc>
      </w:tr>
      <w:tr w:rsidR="00445E24">
        <w:trPr>
          <w:trHeight w:val="288"/>
        </w:trPr>
        <w:tc>
          <w:tcPr>
            <w:tcW w:w="2490" w:type="pct"/>
            <w:shd w:val="clear" w:color="auto" w:fill="E6E6E6"/>
            <w:vAlign w:val="center"/>
          </w:tcPr>
          <w:p w:rsidR="00445E24" w:rsidRDefault="00C80E1A" w:rsidP="00C80E1A">
            <w:pPr>
              <w:pStyle w:val="Heading3"/>
              <w:jc w:val="left"/>
            </w:pPr>
            <w:r>
              <w:t>THIRD PARTY FREIGHT CHARGES BILL TO</w:t>
            </w:r>
          </w:p>
        </w:tc>
        <w:tc>
          <w:tcPr>
            <w:tcW w:w="2510" w:type="pct"/>
            <w:tcBorders>
              <w:bottom w:val="nil"/>
            </w:tcBorders>
            <w:shd w:val="clear" w:color="auto" w:fill="auto"/>
            <w:vAlign w:val="center"/>
          </w:tcPr>
          <w:p w:rsidR="00445E24" w:rsidRDefault="00C80E1A">
            <w:pPr>
              <w:pStyle w:val="Heading4"/>
            </w:pPr>
            <w:r>
              <w:t xml:space="preserve">SCAC: </w:t>
            </w:r>
            <w:sdt>
              <w:sdtPr>
                <w:id w:val="1418137215"/>
                <w:placeholder>
                  <w:docPart w:val="8BF5F2DB4BB749EABE8E19091BAD3B61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_____________________________</w:t>
                </w:r>
              </w:sdtContent>
            </w:sdt>
          </w:p>
        </w:tc>
      </w:tr>
      <w:tr w:rsidR="00445E24">
        <w:trPr>
          <w:trHeight w:val="901"/>
        </w:trPr>
        <w:tc>
          <w:tcPr>
            <w:tcW w:w="2490" w:type="pct"/>
            <w:shd w:val="clear" w:color="auto" w:fill="auto"/>
            <w:tcMar>
              <w:top w:w="43" w:type="dxa"/>
              <w:bottom w:w="43" w:type="dxa"/>
            </w:tcMar>
          </w:tcPr>
          <w:sdt>
            <w:sdtPr>
              <w:id w:val="1035473210"/>
              <w:placeholder>
                <w:docPart w:val="4BBCCF135F934476B3FB908ABFEB4C93"/>
              </w:placeholder>
              <w:temporary/>
              <w:showingPlcHdr/>
              <w15:appearance w15:val="hidden"/>
            </w:sdtPr>
            <w:sdtEndPr/>
            <w:sdtContent>
              <w:p w:rsidR="00445E24" w:rsidRDefault="00C80E1A">
                <w:pPr>
                  <w:pStyle w:val="Heading4"/>
                </w:pPr>
                <w:r>
                  <w:t>[Name]</w:t>
                </w:r>
              </w:p>
            </w:sdtContent>
          </w:sdt>
          <w:sdt>
            <w:sdtPr>
              <w:id w:val="891848629"/>
              <w:placeholder>
                <w:docPart w:val="FA7EE4FB12A04F3A99EB1BB88B872FB1"/>
              </w:placeholder>
              <w:temporary/>
              <w:showingPlcHdr/>
              <w15:appearance w15:val="hidden"/>
            </w:sdtPr>
            <w:sdtEndPr/>
            <w:sdtContent>
              <w:p w:rsidR="00445E24" w:rsidRDefault="00C80E1A">
                <w:pPr>
                  <w:pStyle w:val="Heading4"/>
                </w:pPr>
                <w:r>
                  <w:t>[Street Address]</w:t>
                </w:r>
              </w:p>
            </w:sdtContent>
          </w:sdt>
          <w:sdt>
            <w:sdtPr>
              <w:id w:val="-2117751214"/>
              <w:placeholder>
                <w:docPart w:val="B1A77B7354BE47089462C49778E527BE"/>
              </w:placeholder>
              <w:temporary/>
              <w:showingPlcHdr/>
              <w15:appearance w15:val="hidden"/>
            </w:sdtPr>
            <w:sdtEndPr/>
            <w:sdtContent>
              <w:p w:rsidR="00445E24" w:rsidRDefault="00C80E1A">
                <w:pPr>
                  <w:pStyle w:val="Heading4"/>
                </w:pPr>
                <w:r>
                  <w:t>[City, ST  ZIP Code]</w:t>
                </w:r>
              </w:p>
            </w:sdtContent>
          </w:sdt>
        </w:tc>
        <w:tc>
          <w:tcPr>
            <w:tcW w:w="2510" w:type="pct"/>
            <w:tcBorders>
              <w:top w:val="nil"/>
            </w:tcBorders>
            <w:shd w:val="clear" w:color="auto" w:fill="auto"/>
            <w:tcMar>
              <w:top w:w="43" w:type="dxa"/>
              <w:bottom w:w="43" w:type="dxa"/>
            </w:tcMar>
          </w:tcPr>
          <w:p w:rsidR="00445E24" w:rsidRDefault="00C80E1A">
            <w:pPr>
              <w:tabs>
                <w:tab w:val="left" w:pos="1660"/>
              </w:tabs>
            </w:pPr>
            <w:r>
              <w:t xml:space="preserve">Pro Number: </w:t>
            </w:r>
            <w:sdt>
              <w:sdtPr>
                <w:id w:val="-464591830"/>
                <w:placeholder>
                  <w:docPart w:val="8BE7E546BF814E3785F2D574399403B2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__________________</w:t>
                </w:r>
              </w:sdtContent>
            </w:sdt>
          </w:p>
          <w:p w:rsidR="00445E24" w:rsidRDefault="00C80E1A">
            <w:pPr>
              <w:pStyle w:val="Barcode"/>
            </w:pPr>
            <w:r>
              <w:t>BAR CODE SPACE</w:t>
            </w:r>
          </w:p>
        </w:tc>
      </w:tr>
      <w:tr w:rsidR="00445E24">
        <w:trPr>
          <w:trHeight w:val="895"/>
        </w:trPr>
        <w:tc>
          <w:tcPr>
            <w:tcW w:w="2490" w:type="pct"/>
            <w:shd w:val="clear" w:color="auto" w:fill="auto"/>
            <w:tcMar>
              <w:top w:w="43" w:type="dxa"/>
              <w:bottom w:w="43" w:type="dxa"/>
            </w:tcMar>
          </w:tcPr>
          <w:p w:rsidR="00445E24" w:rsidRDefault="00C80E1A">
            <w:r>
              <w:rPr>
                <w:rStyle w:val="Heading4Char"/>
              </w:rPr>
              <w:t>Special Instructions:</w:t>
            </w:r>
            <w:r>
              <w:t xml:space="preserve"> </w:t>
            </w:r>
            <w:sdt>
              <w:sdtPr>
                <w:id w:val="1938951210"/>
                <w:placeholder>
                  <w:docPart w:val="679206107FE8442DBBBA543FC3F24676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[Instructions]</w:t>
                </w:r>
              </w:sdtContent>
            </w:sdt>
          </w:p>
        </w:tc>
        <w:tc>
          <w:tcPr>
            <w:tcW w:w="2510" w:type="pct"/>
            <w:shd w:val="clear" w:color="auto" w:fill="auto"/>
          </w:tcPr>
          <w:p w:rsidR="00445E24" w:rsidRDefault="00C80E1A">
            <w:r>
              <w:t>Freight Charge Terms (Freight charges are prepaid unless marked otherwise):</w:t>
            </w:r>
          </w:p>
          <w:p w:rsidR="00445E24" w:rsidRDefault="00C80E1A">
            <w: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997" type="#_x0000_t75" style="width:57.1pt;height:18.25pt" o:ole="">
                  <v:imagedata r:id="rId7" o:title=""/>
                </v:shape>
                <w:control r:id="rId8" w:name="OptionButton1" w:shapeid="_x0000_i1997"/>
              </w:object>
            </w:r>
            <w:r>
              <w:object w:dxaOrig="1440" w:dyaOrig="1440">
                <v:shape id="_x0000_i1996" type="#_x0000_t75" style="width:57.1pt;height:18.25pt" o:ole="">
                  <v:imagedata r:id="rId9" o:title=""/>
                </v:shape>
                <w:control r:id="rId10" w:name="OptionButton13" w:shapeid="_x0000_i1996"/>
              </w:object>
            </w:r>
            <w:r>
              <w:object w:dxaOrig="1440" w:dyaOrig="1440">
                <v:shape id="_x0000_i1995" type="#_x0000_t75" style="width:57.1pt;height:18.25pt" o:ole="">
                  <v:imagedata r:id="rId11" o:title=""/>
                </v:shape>
                <w:control r:id="rId12" w:name="OptionButton14" w:shapeid="_x0000_i1995"/>
              </w:object>
            </w:r>
          </w:p>
        </w:tc>
      </w:tr>
    </w:tbl>
    <w:p w:rsidR="00445E24" w:rsidRDefault="00C80E1A">
      <w:pPr>
        <w:pStyle w:val="Heading2"/>
      </w:pPr>
      <w:r>
        <w:t>CUSTOMER ORDER INFORMATION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Description w:val="Customer order information"/>
      </w:tblPr>
      <w:tblGrid>
        <w:gridCol w:w="4357"/>
        <w:gridCol w:w="1128"/>
        <w:gridCol w:w="810"/>
        <w:gridCol w:w="1332"/>
        <w:gridCol w:w="3739"/>
      </w:tblGrid>
      <w:tr w:rsidR="00445E24">
        <w:trPr>
          <w:trHeight w:val="216"/>
        </w:trPr>
        <w:tc>
          <w:tcPr>
            <w:tcW w:w="4357" w:type="dxa"/>
            <w:shd w:val="clear" w:color="auto" w:fill="auto"/>
            <w:tcMar>
              <w:bottom w:w="0" w:type="dxa"/>
            </w:tcMar>
            <w:vAlign w:val="center"/>
          </w:tcPr>
          <w:p w:rsidR="00445E24" w:rsidRDefault="00C80E1A">
            <w:pPr>
              <w:pStyle w:val="Heading4"/>
            </w:pPr>
            <w:r>
              <w:t>Customer Order No.</w:t>
            </w:r>
          </w:p>
        </w:tc>
        <w:tc>
          <w:tcPr>
            <w:tcW w:w="1128" w:type="dxa"/>
            <w:shd w:val="clear" w:color="auto" w:fill="auto"/>
            <w:tcMar>
              <w:bottom w:w="0" w:type="dxa"/>
            </w:tcMar>
            <w:vAlign w:val="center"/>
          </w:tcPr>
          <w:p w:rsidR="00445E24" w:rsidRDefault="00C80E1A">
            <w:r>
              <w:t># of Packages</w:t>
            </w:r>
          </w:p>
        </w:tc>
        <w:tc>
          <w:tcPr>
            <w:tcW w:w="810" w:type="dxa"/>
            <w:shd w:val="clear" w:color="auto" w:fill="auto"/>
            <w:tcMar>
              <w:bottom w:w="0" w:type="dxa"/>
            </w:tcMar>
            <w:vAlign w:val="center"/>
          </w:tcPr>
          <w:p w:rsidR="00445E24" w:rsidRDefault="00C80E1A">
            <w:r>
              <w:t>Weight</w:t>
            </w:r>
          </w:p>
        </w:tc>
        <w:tc>
          <w:tcPr>
            <w:tcW w:w="1332" w:type="dxa"/>
            <w:shd w:val="clear" w:color="auto" w:fill="auto"/>
            <w:tcMar>
              <w:bottom w:w="0" w:type="dxa"/>
            </w:tcMar>
            <w:vAlign w:val="center"/>
          </w:tcPr>
          <w:p w:rsidR="00445E24" w:rsidRDefault="00C80E1A">
            <w:r>
              <w:t>Pallet/Slip</w:t>
            </w:r>
          </w:p>
        </w:tc>
        <w:tc>
          <w:tcPr>
            <w:tcW w:w="3739" w:type="dxa"/>
            <w:shd w:val="clear" w:color="auto" w:fill="auto"/>
            <w:tcMar>
              <w:bottom w:w="0" w:type="dxa"/>
            </w:tcMar>
            <w:vAlign w:val="center"/>
          </w:tcPr>
          <w:p w:rsidR="00445E24" w:rsidRDefault="00C80E1A">
            <w:pPr>
              <w:pStyle w:val="Heading4"/>
            </w:pPr>
            <w:r>
              <w:t>Additional Shipper Information</w:t>
            </w:r>
          </w:p>
        </w:tc>
      </w:tr>
      <w:tr w:rsidR="00445E24">
        <w:trPr>
          <w:trHeight w:val="288"/>
        </w:trPr>
        <w:tc>
          <w:tcPr>
            <w:tcW w:w="4357" w:type="dxa"/>
            <w:shd w:val="clear" w:color="auto" w:fill="auto"/>
            <w:vAlign w:val="center"/>
          </w:tcPr>
          <w:p w:rsidR="00445E24" w:rsidRDefault="00445E24"/>
        </w:tc>
        <w:tc>
          <w:tcPr>
            <w:tcW w:w="1128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445E24" w:rsidRDefault="00C80E1A">
            <w:r>
              <w:object w:dxaOrig="1440" w:dyaOrig="1440">
                <v:shape id="_x0000_i1994" type="#_x0000_t75" style="width:28.3pt;height:18.25pt" o:ole="">
                  <v:imagedata r:id="rId13" o:title=""/>
                </v:shape>
                <w:control r:id="rId14" w:name="OptionButton12" w:shapeid="_x0000_i1994"/>
              </w:object>
            </w:r>
            <w:r>
              <w:object w:dxaOrig="1440" w:dyaOrig="1440">
                <v:shape id="_x0000_i1993" type="#_x0000_t75" style="width:26.4pt;height:18.25pt" o:ole="">
                  <v:imagedata r:id="rId15" o:title=""/>
                </v:shape>
                <w:control r:id="rId16" w:name="OptionButton11" w:shapeid="_x0000_i1993"/>
              </w:object>
            </w:r>
          </w:p>
        </w:tc>
        <w:tc>
          <w:tcPr>
            <w:tcW w:w="3739" w:type="dxa"/>
            <w:shd w:val="clear" w:color="auto" w:fill="auto"/>
            <w:vAlign w:val="center"/>
          </w:tcPr>
          <w:p w:rsidR="00445E24" w:rsidRDefault="00445E24"/>
        </w:tc>
      </w:tr>
      <w:tr w:rsidR="00445E24">
        <w:trPr>
          <w:trHeight w:val="288"/>
        </w:trPr>
        <w:tc>
          <w:tcPr>
            <w:tcW w:w="4357" w:type="dxa"/>
            <w:shd w:val="clear" w:color="auto" w:fill="auto"/>
            <w:vAlign w:val="center"/>
          </w:tcPr>
          <w:p w:rsidR="00445E24" w:rsidRDefault="00445E24"/>
        </w:tc>
        <w:tc>
          <w:tcPr>
            <w:tcW w:w="1128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445E24" w:rsidRDefault="00C80E1A">
            <w:r>
              <w:object w:dxaOrig="1440" w:dyaOrig="1440">
                <v:shape id="_x0000_i1992" type="#_x0000_t75" style="width:28.3pt;height:18.25pt" o:ole="">
                  <v:imagedata r:id="rId13" o:title=""/>
                </v:shape>
                <w:control r:id="rId17" w:name="OptionButton121" w:shapeid="_x0000_i1992"/>
              </w:object>
            </w:r>
            <w:r>
              <w:object w:dxaOrig="1440" w:dyaOrig="1440">
                <v:shape id="_x0000_i1991" type="#_x0000_t75" style="width:26.4pt;height:18.25pt" o:ole="">
                  <v:imagedata r:id="rId15" o:title=""/>
                </v:shape>
                <w:control r:id="rId18" w:name="OptionButton111" w:shapeid="_x0000_i1991"/>
              </w:object>
            </w:r>
          </w:p>
        </w:tc>
        <w:tc>
          <w:tcPr>
            <w:tcW w:w="3739" w:type="dxa"/>
            <w:shd w:val="clear" w:color="auto" w:fill="auto"/>
            <w:vAlign w:val="center"/>
          </w:tcPr>
          <w:p w:rsidR="00445E24" w:rsidRDefault="00445E24"/>
        </w:tc>
      </w:tr>
      <w:tr w:rsidR="00445E24">
        <w:trPr>
          <w:trHeight w:val="288"/>
        </w:trPr>
        <w:tc>
          <w:tcPr>
            <w:tcW w:w="4357" w:type="dxa"/>
            <w:shd w:val="clear" w:color="auto" w:fill="auto"/>
            <w:vAlign w:val="center"/>
          </w:tcPr>
          <w:p w:rsidR="00445E24" w:rsidRDefault="00445E24"/>
        </w:tc>
        <w:tc>
          <w:tcPr>
            <w:tcW w:w="1128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1332" w:type="dxa"/>
            <w:shd w:val="clear" w:color="auto" w:fill="auto"/>
            <w:vAlign w:val="center"/>
          </w:tcPr>
          <w:p w:rsidR="00445E24" w:rsidRDefault="00C80E1A">
            <w:r>
              <w:object w:dxaOrig="1440" w:dyaOrig="1440">
                <v:shape id="_x0000_i1990" type="#_x0000_t75" style="width:28.3pt;height:18.25pt" o:ole="">
                  <v:imagedata r:id="rId13" o:title=""/>
                </v:shape>
                <w:control r:id="rId19" w:name="OptionButton122" w:shapeid="_x0000_i1990"/>
              </w:object>
            </w:r>
            <w:r>
              <w:object w:dxaOrig="1440" w:dyaOrig="1440">
                <v:shape id="_x0000_i1989" type="#_x0000_t75" style="width:26.4pt;height:18.25pt" o:ole="">
                  <v:imagedata r:id="rId15" o:title=""/>
                </v:shape>
                <w:control r:id="rId20" w:name="OptionButton112" w:shapeid="_x0000_i1989"/>
              </w:object>
            </w:r>
          </w:p>
        </w:tc>
        <w:tc>
          <w:tcPr>
            <w:tcW w:w="3739" w:type="dxa"/>
            <w:shd w:val="clear" w:color="auto" w:fill="auto"/>
            <w:vAlign w:val="center"/>
          </w:tcPr>
          <w:p w:rsidR="00445E24" w:rsidRDefault="00445E24"/>
        </w:tc>
      </w:tr>
      <w:tr w:rsidR="00445E24">
        <w:trPr>
          <w:trHeight w:val="288"/>
        </w:trPr>
        <w:tc>
          <w:tcPr>
            <w:tcW w:w="4357" w:type="dxa"/>
            <w:shd w:val="clear" w:color="auto" w:fill="auto"/>
            <w:vAlign w:val="center"/>
          </w:tcPr>
          <w:p w:rsidR="00445E24" w:rsidRDefault="00445E24"/>
        </w:tc>
        <w:tc>
          <w:tcPr>
            <w:tcW w:w="1128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810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1332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445E24" w:rsidRDefault="00C80E1A">
            <w:r>
              <w:object w:dxaOrig="1440" w:dyaOrig="1440">
                <v:shape id="_x0000_i1988" type="#_x0000_t75" style="width:28.3pt;height:18.25pt" o:ole="">
                  <v:imagedata r:id="rId13" o:title=""/>
                </v:shape>
                <w:control r:id="rId21" w:name="OptionButton123" w:shapeid="_x0000_i1988"/>
              </w:object>
            </w:r>
            <w:r>
              <w:object w:dxaOrig="1440" w:dyaOrig="1440">
                <v:shape id="_x0000_i1987" type="#_x0000_t75" style="width:26.4pt;height:18.25pt" o:ole="">
                  <v:imagedata r:id="rId15" o:title=""/>
                </v:shape>
                <w:control r:id="rId22" w:name="OptionButton113" w:shapeid="_x0000_i1987"/>
              </w:object>
            </w:r>
          </w:p>
        </w:tc>
        <w:tc>
          <w:tcPr>
            <w:tcW w:w="3739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445E24" w:rsidRDefault="00445E24"/>
        </w:tc>
      </w:tr>
      <w:tr w:rsidR="00445E24">
        <w:trPr>
          <w:trHeight w:val="288"/>
        </w:trPr>
        <w:tc>
          <w:tcPr>
            <w:tcW w:w="4357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445E24" w:rsidRDefault="00C80E1A">
            <w:pPr>
              <w:pStyle w:val="Heading4"/>
            </w:pPr>
            <w:r>
              <w:t>Grand Total</w:t>
            </w:r>
          </w:p>
        </w:tc>
        <w:tc>
          <w:tcPr>
            <w:tcW w:w="1128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810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1332" w:type="dxa"/>
            <w:tcBorders>
              <w:bottom w:val="single" w:sz="4" w:space="0" w:color="808080"/>
              <w:right w:val="nil"/>
            </w:tcBorders>
            <w:shd w:val="clear" w:color="auto" w:fill="F3F3F3"/>
            <w:vAlign w:val="center"/>
          </w:tcPr>
          <w:p w:rsidR="00445E24" w:rsidRDefault="00445E24"/>
        </w:tc>
        <w:tc>
          <w:tcPr>
            <w:tcW w:w="3739" w:type="dxa"/>
            <w:tcBorders>
              <w:left w:val="nil"/>
              <w:bottom w:val="single" w:sz="4" w:space="0" w:color="808080"/>
            </w:tcBorders>
            <w:shd w:val="clear" w:color="auto" w:fill="F3F3F3"/>
            <w:vAlign w:val="center"/>
          </w:tcPr>
          <w:p w:rsidR="00445E24" w:rsidRDefault="00445E24"/>
        </w:tc>
      </w:tr>
    </w:tbl>
    <w:p w:rsidR="00445E24" w:rsidRDefault="00C80E1A">
      <w:pPr>
        <w:pStyle w:val="Heading2"/>
      </w:pPr>
      <w:r>
        <w:t>Carrier INFORMATION</w:t>
      </w: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Description w:val="Carrier column headings"/>
      </w:tblPr>
      <w:tblGrid>
        <w:gridCol w:w="1419"/>
        <w:gridCol w:w="1419"/>
        <w:gridCol w:w="6584"/>
        <w:gridCol w:w="1944"/>
      </w:tblGrid>
      <w:tr w:rsidR="00445E24">
        <w:trPr>
          <w:trHeight w:val="288"/>
        </w:trPr>
        <w:tc>
          <w:tcPr>
            <w:tcW w:w="1419" w:type="dxa"/>
            <w:shd w:val="clear" w:color="auto" w:fill="auto"/>
            <w:vAlign w:val="center"/>
          </w:tcPr>
          <w:p w:rsidR="00445E24" w:rsidRDefault="00C80E1A">
            <w:pPr>
              <w:pStyle w:val="Heading4"/>
            </w:pPr>
            <w:r>
              <w:t>Handling Unit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445E24" w:rsidRDefault="00C80E1A">
            <w:pPr>
              <w:pStyle w:val="Heading4"/>
            </w:pPr>
            <w:r>
              <w:t>Package</w:t>
            </w:r>
          </w:p>
        </w:tc>
        <w:tc>
          <w:tcPr>
            <w:tcW w:w="6584" w:type="dxa"/>
            <w:shd w:val="clear" w:color="auto" w:fill="auto"/>
            <w:vAlign w:val="center"/>
          </w:tcPr>
          <w:p w:rsidR="00445E24" w:rsidRDefault="00445E24">
            <w:pPr>
              <w:pStyle w:val="Heading4"/>
            </w:pPr>
          </w:p>
        </w:tc>
        <w:tc>
          <w:tcPr>
            <w:tcW w:w="1944" w:type="dxa"/>
            <w:shd w:val="clear" w:color="auto" w:fill="auto"/>
            <w:vAlign w:val="center"/>
          </w:tcPr>
          <w:p w:rsidR="00445E24" w:rsidRDefault="00C80E1A">
            <w:pPr>
              <w:pStyle w:val="Heading4"/>
            </w:pPr>
            <w:r>
              <w:t>LTL Only</w:t>
            </w:r>
          </w:p>
        </w:tc>
      </w:tr>
    </w:tbl>
    <w:p w:rsidR="00445E24" w:rsidRDefault="00445E24">
      <w:pPr>
        <w:pStyle w:val="Spacer"/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Description w:val="Carrier details"/>
      </w:tblPr>
      <w:tblGrid>
        <w:gridCol w:w="570"/>
        <w:gridCol w:w="849"/>
        <w:gridCol w:w="570"/>
        <w:gridCol w:w="849"/>
        <w:gridCol w:w="699"/>
        <w:gridCol w:w="699"/>
        <w:gridCol w:w="5186"/>
        <w:gridCol w:w="972"/>
        <w:gridCol w:w="972"/>
      </w:tblGrid>
      <w:tr w:rsidR="00445E24">
        <w:trPr>
          <w:trHeight w:val="176"/>
        </w:trPr>
        <w:tc>
          <w:tcPr>
            <w:tcW w:w="570" w:type="dxa"/>
            <w:shd w:val="clear" w:color="auto" w:fill="auto"/>
            <w:tcMar>
              <w:top w:w="43" w:type="dxa"/>
              <w:bottom w:w="43" w:type="dxa"/>
            </w:tcMar>
          </w:tcPr>
          <w:p w:rsidR="00445E24" w:rsidRDefault="00C80E1A">
            <w:r>
              <w:t>Qty</w:t>
            </w:r>
          </w:p>
        </w:tc>
        <w:tc>
          <w:tcPr>
            <w:tcW w:w="849" w:type="dxa"/>
            <w:shd w:val="clear" w:color="auto" w:fill="auto"/>
            <w:tcMar>
              <w:top w:w="43" w:type="dxa"/>
              <w:bottom w:w="43" w:type="dxa"/>
            </w:tcMar>
          </w:tcPr>
          <w:p w:rsidR="00445E24" w:rsidRDefault="00C80E1A">
            <w:r>
              <w:t>Type</w:t>
            </w:r>
          </w:p>
        </w:tc>
        <w:tc>
          <w:tcPr>
            <w:tcW w:w="570" w:type="dxa"/>
            <w:shd w:val="clear" w:color="auto" w:fill="auto"/>
            <w:tcMar>
              <w:top w:w="43" w:type="dxa"/>
              <w:bottom w:w="43" w:type="dxa"/>
            </w:tcMar>
          </w:tcPr>
          <w:p w:rsidR="00445E24" w:rsidRDefault="00C80E1A">
            <w:r>
              <w:t>Qty</w:t>
            </w:r>
          </w:p>
        </w:tc>
        <w:tc>
          <w:tcPr>
            <w:tcW w:w="849" w:type="dxa"/>
            <w:shd w:val="clear" w:color="auto" w:fill="auto"/>
            <w:tcMar>
              <w:top w:w="43" w:type="dxa"/>
              <w:bottom w:w="43" w:type="dxa"/>
            </w:tcMar>
          </w:tcPr>
          <w:p w:rsidR="00445E24" w:rsidRDefault="00C80E1A">
            <w:r>
              <w:t>Type</w:t>
            </w:r>
          </w:p>
        </w:tc>
        <w:tc>
          <w:tcPr>
            <w:tcW w:w="699" w:type="dxa"/>
            <w:shd w:val="clear" w:color="auto" w:fill="auto"/>
            <w:tcMar>
              <w:top w:w="43" w:type="dxa"/>
              <w:bottom w:w="43" w:type="dxa"/>
            </w:tcMar>
          </w:tcPr>
          <w:p w:rsidR="00445E24" w:rsidRDefault="00C80E1A">
            <w:r>
              <w:t>Weight</w:t>
            </w:r>
          </w:p>
        </w:tc>
        <w:tc>
          <w:tcPr>
            <w:tcW w:w="699" w:type="dxa"/>
            <w:shd w:val="clear" w:color="auto" w:fill="auto"/>
            <w:tcMar>
              <w:top w:w="43" w:type="dxa"/>
              <w:bottom w:w="43" w:type="dxa"/>
            </w:tcMar>
          </w:tcPr>
          <w:p w:rsidR="00445E24" w:rsidRDefault="00C80E1A">
            <w:r>
              <w:t>HM (X)</w:t>
            </w:r>
          </w:p>
        </w:tc>
        <w:tc>
          <w:tcPr>
            <w:tcW w:w="5186" w:type="dxa"/>
            <w:shd w:val="clear" w:color="auto" w:fill="auto"/>
            <w:tcMar>
              <w:top w:w="43" w:type="dxa"/>
              <w:bottom w:w="43" w:type="dxa"/>
            </w:tcMar>
          </w:tcPr>
          <w:p w:rsidR="00445E24" w:rsidRDefault="00C80E1A">
            <w:pPr>
              <w:pStyle w:val="Heading4"/>
            </w:pPr>
            <w:r>
              <w:t>Commodity Description</w:t>
            </w:r>
          </w:p>
          <w:p w:rsidR="00445E24" w:rsidRDefault="00C80E1A">
            <w:pPr>
              <w:pStyle w:val="Fineprint"/>
            </w:pPr>
            <w:r>
              <w:t xml:space="preserve">Commodities requiring special or additional care or attention in handling or stowing must be so marked and </w:t>
            </w:r>
            <w:r>
              <w:t>packaged as to ensure safe transportation with ordinary care. See Section 2(e) of NMFC item 360</w:t>
            </w:r>
          </w:p>
        </w:tc>
        <w:tc>
          <w:tcPr>
            <w:tcW w:w="972" w:type="dxa"/>
            <w:shd w:val="clear" w:color="auto" w:fill="auto"/>
            <w:tcMar>
              <w:top w:w="43" w:type="dxa"/>
              <w:bottom w:w="43" w:type="dxa"/>
            </w:tcMar>
          </w:tcPr>
          <w:p w:rsidR="00445E24" w:rsidRDefault="00C80E1A">
            <w:r>
              <w:t>NMFC No.</w:t>
            </w:r>
          </w:p>
        </w:tc>
        <w:tc>
          <w:tcPr>
            <w:tcW w:w="972" w:type="dxa"/>
            <w:shd w:val="clear" w:color="auto" w:fill="auto"/>
            <w:tcMar>
              <w:top w:w="43" w:type="dxa"/>
              <w:bottom w:w="43" w:type="dxa"/>
            </w:tcMar>
          </w:tcPr>
          <w:p w:rsidR="00445E24" w:rsidRDefault="00C80E1A">
            <w:r>
              <w:t>Class</w:t>
            </w:r>
          </w:p>
        </w:tc>
      </w:tr>
      <w:tr w:rsidR="00445E24">
        <w:trPr>
          <w:trHeight w:val="288"/>
        </w:trPr>
        <w:tc>
          <w:tcPr>
            <w:tcW w:w="570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445E24" w:rsidRDefault="00445E24"/>
        </w:tc>
        <w:tc>
          <w:tcPr>
            <w:tcW w:w="570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445E24" w:rsidRDefault="00445E24"/>
        </w:tc>
        <w:tc>
          <w:tcPr>
            <w:tcW w:w="699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5186" w:type="dxa"/>
            <w:shd w:val="clear" w:color="auto" w:fill="auto"/>
            <w:vAlign w:val="center"/>
          </w:tcPr>
          <w:p w:rsidR="00445E24" w:rsidRDefault="00445E24"/>
        </w:tc>
        <w:tc>
          <w:tcPr>
            <w:tcW w:w="972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45E24" w:rsidRDefault="00445E24"/>
        </w:tc>
      </w:tr>
      <w:tr w:rsidR="00445E24">
        <w:trPr>
          <w:trHeight w:val="288"/>
        </w:trPr>
        <w:tc>
          <w:tcPr>
            <w:tcW w:w="570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445E24" w:rsidRDefault="00445E24"/>
        </w:tc>
        <w:tc>
          <w:tcPr>
            <w:tcW w:w="570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445E24" w:rsidRDefault="00445E24"/>
        </w:tc>
        <w:tc>
          <w:tcPr>
            <w:tcW w:w="699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5186" w:type="dxa"/>
            <w:shd w:val="clear" w:color="auto" w:fill="auto"/>
            <w:vAlign w:val="center"/>
          </w:tcPr>
          <w:p w:rsidR="00445E24" w:rsidRDefault="00445E24"/>
        </w:tc>
        <w:tc>
          <w:tcPr>
            <w:tcW w:w="972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45E24" w:rsidRDefault="00445E24"/>
        </w:tc>
      </w:tr>
      <w:tr w:rsidR="00445E24">
        <w:trPr>
          <w:trHeight w:val="288"/>
        </w:trPr>
        <w:tc>
          <w:tcPr>
            <w:tcW w:w="570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445E24" w:rsidRDefault="00445E24"/>
        </w:tc>
        <w:tc>
          <w:tcPr>
            <w:tcW w:w="570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445E24" w:rsidRDefault="00445E24"/>
        </w:tc>
        <w:tc>
          <w:tcPr>
            <w:tcW w:w="699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5186" w:type="dxa"/>
            <w:shd w:val="clear" w:color="auto" w:fill="auto"/>
            <w:vAlign w:val="center"/>
          </w:tcPr>
          <w:p w:rsidR="00445E24" w:rsidRDefault="00445E24"/>
        </w:tc>
        <w:tc>
          <w:tcPr>
            <w:tcW w:w="972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45E24" w:rsidRDefault="00445E24"/>
        </w:tc>
      </w:tr>
      <w:tr w:rsidR="00445E24">
        <w:trPr>
          <w:trHeight w:val="288"/>
        </w:trPr>
        <w:tc>
          <w:tcPr>
            <w:tcW w:w="570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445E24" w:rsidRDefault="00445E24"/>
        </w:tc>
        <w:tc>
          <w:tcPr>
            <w:tcW w:w="570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849" w:type="dxa"/>
            <w:shd w:val="clear" w:color="auto" w:fill="auto"/>
            <w:vAlign w:val="center"/>
          </w:tcPr>
          <w:p w:rsidR="00445E24" w:rsidRDefault="00445E24"/>
        </w:tc>
        <w:tc>
          <w:tcPr>
            <w:tcW w:w="699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699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5186" w:type="dxa"/>
            <w:shd w:val="clear" w:color="auto" w:fill="auto"/>
            <w:vAlign w:val="center"/>
          </w:tcPr>
          <w:p w:rsidR="00445E24" w:rsidRDefault="00445E24"/>
        </w:tc>
        <w:tc>
          <w:tcPr>
            <w:tcW w:w="972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45E24" w:rsidRDefault="00445E24"/>
        </w:tc>
      </w:tr>
      <w:tr w:rsidR="00445E24">
        <w:trPr>
          <w:trHeight w:val="288"/>
        </w:trPr>
        <w:tc>
          <w:tcPr>
            <w:tcW w:w="570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849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445E24" w:rsidRDefault="00445E24"/>
        </w:tc>
        <w:tc>
          <w:tcPr>
            <w:tcW w:w="570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849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445E24" w:rsidRDefault="00445E24"/>
        </w:tc>
        <w:tc>
          <w:tcPr>
            <w:tcW w:w="699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699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5186" w:type="dxa"/>
            <w:shd w:val="clear" w:color="auto" w:fill="auto"/>
            <w:vAlign w:val="center"/>
          </w:tcPr>
          <w:p w:rsidR="00445E24" w:rsidRDefault="00445E24"/>
        </w:tc>
        <w:tc>
          <w:tcPr>
            <w:tcW w:w="972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45E24" w:rsidRDefault="00445E24"/>
        </w:tc>
      </w:tr>
      <w:tr w:rsidR="00445E24">
        <w:trPr>
          <w:trHeight w:val="288"/>
        </w:trPr>
        <w:tc>
          <w:tcPr>
            <w:tcW w:w="570" w:type="dxa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849" w:type="dxa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445E24" w:rsidRDefault="00445E24"/>
        </w:tc>
        <w:tc>
          <w:tcPr>
            <w:tcW w:w="570" w:type="dxa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849" w:type="dxa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445E24" w:rsidRDefault="00445E24"/>
        </w:tc>
        <w:tc>
          <w:tcPr>
            <w:tcW w:w="699" w:type="dxa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699" w:type="dxa"/>
            <w:tcBorders>
              <w:bottom w:val="single" w:sz="12" w:space="0" w:color="808080"/>
            </w:tcBorders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5186" w:type="dxa"/>
            <w:shd w:val="clear" w:color="auto" w:fill="auto"/>
            <w:vAlign w:val="center"/>
          </w:tcPr>
          <w:p w:rsidR="00445E24" w:rsidRDefault="00445E24"/>
        </w:tc>
        <w:tc>
          <w:tcPr>
            <w:tcW w:w="972" w:type="dxa"/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972" w:type="dxa"/>
            <w:shd w:val="clear" w:color="auto" w:fill="auto"/>
            <w:vAlign w:val="center"/>
          </w:tcPr>
          <w:p w:rsidR="00445E24" w:rsidRDefault="00445E24"/>
        </w:tc>
      </w:tr>
      <w:tr w:rsidR="00445E24">
        <w:trPr>
          <w:trHeight w:val="288"/>
        </w:trPr>
        <w:tc>
          <w:tcPr>
            <w:tcW w:w="570" w:type="dxa"/>
            <w:tcBorders>
              <w:top w:val="single" w:sz="12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849" w:type="dxa"/>
            <w:tcBorders>
              <w:top w:val="single" w:sz="12" w:space="0" w:color="808080"/>
              <w:bottom w:val="single" w:sz="4" w:space="0" w:color="808080"/>
            </w:tcBorders>
            <w:shd w:val="clear" w:color="auto" w:fill="E6E6E6"/>
            <w:vAlign w:val="center"/>
          </w:tcPr>
          <w:p w:rsidR="00445E24" w:rsidRDefault="00445E24"/>
        </w:tc>
        <w:tc>
          <w:tcPr>
            <w:tcW w:w="570" w:type="dxa"/>
            <w:tcBorders>
              <w:top w:val="single" w:sz="12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849" w:type="dxa"/>
            <w:tcBorders>
              <w:top w:val="single" w:sz="12" w:space="0" w:color="808080"/>
              <w:bottom w:val="single" w:sz="4" w:space="0" w:color="808080"/>
            </w:tcBorders>
            <w:shd w:val="clear" w:color="auto" w:fill="E6E6E6"/>
            <w:vAlign w:val="center"/>
          </w:tcPr>
          <w:p w:rsidR="00445E24" w:rsidRDefault="00445E24"/>
        </w:tc>
        <w:tc>
          <w:tcPr>
            <w:tcW w:w="699" w:type="dxa"/>
            <w:tcBorders>
              <w:top w:val="single" w:sz="12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699" w:type="dxa"/>
            <w:tcBorders>
              <w:top w:val="single" w:sz="12" w:space="0" w:color="808080"/>
              <w:bottom w:val="single" w:sz="4" w:space="0" w:color="808080"/>
            </w:tcBorders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5186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445E24" w:rsidRDefault="00445E24"/>
        </w:tc>
        <w:tc>
          <w:tcPr>
            <w:tcW w:w="972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445E24" w:rsidRDefault="00445E24">
            <w:pPr>
              <w:pStyle w:val="Numbers"/>
            </w:pPr>
          </w:p>
        </w:tc>
        <w:tc>
          <w:tcPr>
            <w:tcW w:w="972" w:type="dxa"/>
            <w:tcBorders>
              <w:bottom w:val="single" w:sz="4" w:space="0" w:color="808080"/>
            </w:tcBorders>
            <w:shd w:val="clear" w:color="auto" w:fill="auto"/>
            <w:vAlign w:val="center"/>
          </w:tcPr>
          <w:p w:rsidR="00445E24" w:rsidRDefault="00445E24"/>
        </w:tc>
      </w:tr>
    </w:tbl>
    <w:p w:rsidR="00445E24" w:rsidRDefault="00445E24">
      <w:pPr>
        <w:pStyle w:val="Spacer"/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Description w:val="Amount and terms"/>
      </w:tblPr>
      <w:tblGrid>
        <w:gridCol w:w="6132"/>
        <w:gridCol w:w="1523"/>
        <w:gridCol w:w="3721"/>
      </w:tblGrid>
      <w:tr w:rsidR="00445E24">
        <w:trPr>
          <w:trHeight w:val="176"/>
        </w:trPr>
        <w:tc>
          <w:tcPr>
            <w:tcW w:w="6107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bottom w:w="72" w:type="dxa"/>
            </w:tcMar>
          </w:tcPr>
          <w:p w:rsidR="00C80E1A" w:rsidRDefault="00C80E1A">
            <w:pPr>
              <w:pStyle w:val="Fineprint"/>
            </w:pPr>
          </w:p>
          <w:p w:rsidR="00C80E1A" w:rsidRDefault="00C80E1A">
            <w:pPr>
              <w:pStyle w:val="Fineprint"/>
            </w:pPr>
          </w:p>
          <w:p w:rsidR="00445E24" w:rsidRDefault="00C80E1A">
            <w:pPr>
              <w:pStyle w:val="Fineprint"/>
            </w:pPr>
            <w:r>
              <w:t xml:space="preserve">Where the rate is dependent on value, shippers are required to state specifically in writing the agreed or declared value of the property as follows: “The agreed or declared value of the property is specifically stated by the shipper to be not exceeding </w:t>
            </w:r>
            <w:sdt>
              <w:sdtPr>
                <w:id w:val="-133181782"/>
                <w:placeholder>
                  <w:docPart w:val="174DA72FA5C34C6D8AD3E5FA98475232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__</w:t>
                </w:r>
                <w:r>
                  <w:t>____________</w:t>
                </w:r>
              </w:sdtContent>
            </w:sdt>
            <w:r>
              <w:t xml:space="preserve"> per </w:t>
            </w:r>
            <w:sdt>
              <w:sdtPr>
                <w:id w:val="-1267068200"/>
                <w:placeholder>
                  <w:docPart w:val="174DA72FA5C34C6D8AD3E5FA98475232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______________</w:t>
                </w:r>
              </w:sdtContent>
            </w:sdt>
            <w:r>
              <w:t>.</w:t>
            </w:r>
          </w:p>
        </w:tc>
        <w:tc>
          <w:tcPr>
            <w:tcW w:w="1517" w:type="dxa"/>
            <w:tcBorders>
              <w:left w:val="nil"/>
              <w:right w:val="nil"/>
            </w:tcBorders>
            <w:shd w:val="clear" w:color="auto" w:fill="auto"/>
            <w:tcMar>
              <w:top w:w="72" w:type="dxa"/>
              <w:bottom w:w="72" w:type="dxa"/>
            </w:tcMar>
          </w:tcPr>
          <w:p w:rsidR="00C80E1A" w:rsidRDefault="00C80E1A">
            <w:pPr>
              <w:pStyle w:val="Fineprint"/>
              <w:rPr>
                <w:rStyle w:val="Strong"/>
              </w:rPr>
            </w:pPr>
          </w:p>
          <w:p w:rsidR="00C80E1A" w:rsidRDefault="00C80E1A">
            <w:pPr>
              <w:pStyle w:val="Fineprint"/>
              <w:rPr>
                <w:rStyle w:val="Strong"/>
              </w:rPr>
            </w:pPr>
          </w:p>
          <w:p w:rsidR="00445E24" w:rsidRDefault="00C80E1A">
            <w:pPr>
              <w:pStyle w:val="Fineprint"/>
              <w:rPr>
                <w:rStyle w:val="Strong"/>
              </w:rPr>
            </w:pPr>
            <w:r>
              <w:rPr>
                <w:rStyle w:val="Strong"/>
              </w:rPr>
              <w:t xml:space="preserve">COD Amount: </w:t>
            </w:r>
          </w:p>
          <w:p w:rsidR="00445E24" w:rsidRDefault="00C80E1A">
            <w:pPr>
              <w:pStyle w:val="Fineprint"/>
            </w:pPr>
            <w:r>
              <w:t xml:space="preserve">$ </w:t>
            </w:r>
            <w:sdt>
              <w:sdtPr>
                <w:id w:val="-360206225"/>
                <w:placeholder>
                  <w:docPart w:val="A6F93BB1C1834BE6AFBB9A55510B4BE5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____________</w:t>
                </w:r>
              </w:sdtContent>
            </w:sdt>
          </w:p>
        </w:tc>
        <w:tc>
          <w:tcPr>
            <w:tcW w:w="3706" w:type="dxa"/>
            <w:tcBorders>
              <w:left w:val="nil"/>
              <w:right w:val="nil"/>
            </w:tcBorders>
            <w:shd w:val="clear" w:color="auto" w:fill="auto"/>
          </w:tcPr>
          <w:p w:rsidR="00C80E1A" w:rsidRDefault="00C80E1A">
            <w:pPr>
              <w:pStyle w:val="Fineprint"/>
              <w:rPr>
                <w:rStyle w:val="Strong"/>
              </w:rPr>
            </w:pPr>
          </w:p>
          <w:p w:rsidR="00C80E1A" w:rsidRDefault="00C80E1A">
            <w:pPr>
              <w:pStyle w:val="Fineprint"/>
              <w:rPr>
                <w:rStyle w:val="Strong"/>
              </w:rPr>
            </w:pPr>
          </w:p>
          <w:p w:rsidR="00445E24" w:rsidRDefault="00C80E1A">
            <w:pPr>
              <w:pStyle w:val="Fineprint"/>
              <w:rPr>
                <w:rStyle w:val="Strong"/>
              </w:rPr>
            </w:pPr>
            <w:r>
              <w:rPr>
                <w:rStyle w:val="Strong"/>
              </w:rPr>
              <w:t>Fee terms:</w:t>
            </w:r>
          </w:p>
          <w:p w:rsidR="00445E24" w:rsidRDefault="00C80E1A">
            <w:pPr>
              <w:pStyle w:val="Fineprint"/>
            </w:pPr>
            <w:r>
              <w:object w:dxaOrig="1440" w:dyaOrig="1440">
                <v:shape id="_x0000_i1986" type="#_x0000_t75" style="width:41.3pt;height:12.95pt" o:ole="">
                  <v:imagedata r:id="rId23" o:title=""/>
                </v:shape>
                <w:control r:id="rId24" w:name="OptionButton231" w:shapeid="_x0000_i1986"/>
              </w:object>
            </w:r>
            <w:r>
              <w:object w:dxaOrig="1440" w:dyaOrig="1440">
                <v:shape id="_x0000_i1985" type="#_x0000_t75" style="width:41.3pt;height:12.95pt" o:ole="">
                  <v:imagedata r:id="rId25" o:title=""/>
                </v:shape>
                <w:control r:id="rId26" w:name="OptionButton23" w:shapeid="_x0000_i1985"/>
              </w:object>
            </w:r>
            <w:r>
              <w:object w:dxaOrig="1440" w:dyaOrig="1440">
                <v:shape id="_x0000_i1984" type="#_x0000_t75" style="width:94.55pt;height:12.95pt" o:ole="">
                  <v:imagedata r:id="rId27" o:title=""/>
                </v:shape>
                <w:control r:id="rId28" w:name="OptionButton22" w:shapeid="_x0000_i1984"/>
              </w:object>
            </w:r>
          </w:p>
        </w:tc>
      </w:tr>
    </w:tbl>
    <w:p w:rsidR="00445E24" w:rsidRDefault="00445E24">
      <w:pPr>
        <w:pStyle w:val="Spacer"/>
      </w:pPr>
    </w:p>
    <w:p w:rsidR="00C80E1A" w:rsidRDefault="00C80E1A">
      <w:pPr>
        <w:pStyle w:val="Spacer"/>
      </w:pPr>
    </w:p>
    <w:p w:rsidR="00C80E1A" w:rsidRDefault="00C80E1A">
      <w:pPr>
        <w:pStyle w:val="Spacer"/>
      </w:pPr>
    </w:p>
    <w:p w:rsidR="00C80E1A" w:rsidRDefault="00C80E1A">
      <w:pPr>
        <w:pStyle w:val="Spacer"/>
      </w:pPr>
    </w:p>
    <w:p w:rsidR="00C80E1A" w:rsidRDefault="00C80E1A">
      <w:pPr>
        <w:pStyle w:val="Spacer"/>
      </w:pPr>
    </w:p>
    <w:p w:rsidR="00C80E1A" w:rsidRDefault="00C80E1A">
      <w:pPr>
        <w:pStyle w:val="Spacer"/>
      </w:pPr>
    </w:p>
    <w:p w:rsidR="00C80E1A" w:rsidRDefault="00C80E1A">
      <w:pPr>
        <w:pStyle w:val="Spacer"/>
      </w:pPr>
    </w:p>
    <w:p w:rsidR="00C80E1A" w:rsidRDefault="00C80E1A">
      <w:pPr>
        <w:pStyle w:val="Spacer"/>
      </w:pPr>
    </w:p>
    <w:p w:rsidR="00C80E1A" w:rsidRDefault="00C80E1A">
      <w:pPr>
        <w:pStyle w:val="Spacer"/>
      </w:pPr>
    </w:p>
    <w:p w:rsidR="00C80E1A" w:rsidRDefault="00C80E1A">
      <w:pPr>
        <w:pStyle w:val="Spacer"/>
      </w:pPr>
    </w:p>
    <w:p w:rsidR="00C80E1A" w:rsidRDefault="00C80E1A">
      <w:pPr>
        <w:pStyle w:val="Spacer"/>
      </w:pPr>
    </w:p>
    <w:p w:rsidR="00C80E1A" w:rsidRDefault="00C80E1A">
      <w:pPr>
        <w:pStyle w:val="Spacer"/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  <w:tblDescription w:val="Signature block"/>
      </w:tblPr>
      <w:tblGrid>
        <w:gridCol w:w="3405"/>
        <w:gridCol w:w="1446"/>
        <w:gridCol w:w="2798"/>
        <w:gridCol w:w="3717"/>
      </w:tblGrid>
      <w:tr w:rsidR="00445E24">
        <w:trPr>
          <w:trHeight w:val="1306"/>
        </w:trPr>
        <w:tc>
          <w:tcPr>
            <w:tcW w:w="149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43" w:type="dxa"/>
              <w:bottom w:w="43" w:type="dxa"/>
            </w:tcMar>
          </w:tcPr>
          <w:p w:rsidR="00445E24" w:rsidRDefault="00C80E1A">
            <w:pPr>
              <w:pStyle w:val="Heading4"/>
            </w:pPr>
            <w:r>
              <w:t>Shipper Signature/Date</w:t>
            </w:r>
          </w:p>
          <w:p w:rsidR="00445E24" w:rsidRDefault="00C80E1A">
            <w:sdt>
              <w:sdtPr>
                <w:id w:val="630749266"/>
                <w:placeholder>
                  <w:docPart w:val="9CCEED7162F541FEBBFCAF17AB6339A2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_____________________________________</w:t>
                </w:r>
              </w:sdtContent>
            </w:sdt>
          </w:p>
          <w:p w:rsidR="00445E24" w:rsidRDefault="00C80E1A">
            <w:pPr>
              <w:pStyle w:val="Fineprint"/>
            </w:pPr>
            <w:r>
              <w:t>This is to certify that the above-named</w:t>
            </w:r>
            <w:r>
              <w:t xml:space="preserve"> materials are properly classified, packaged, marked, and labeled, and are in proper condition for transportation AS per</w:t>
            </w:r>
            <w:r>
              <w:t xml:space="preserve"> the applicable regulations of the DOT.</w:t>
            </w:r>
          </w:p>
        </w:tc>
        <w:tc>
          <w:tcPr>
            <w:tcW w:w="63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445E24" w:rsidRDefault="00C80E1A">
            <w:r>
              <w:t>Trailer Loa</w:t>
            </w:r>
            <w:r>
              <w:t>ded:</w:t>
            </w:r>
          </w:p>
          <w:p w:rsidR="00445E24" w:rsidRDefault="00C80E1A">
            <w:pPr>
              <w:pStyle w:val="Fineprint"/>
            </w:pPr>
            <w:r>
              <w:object w:dxaOrig="1440" w:dyaOrig="1440">
                <v:shape id="_x0000_i2097" type="#_x0000_t75" style="width:64.3pt;height:17.3pt" o:ole="">
                  <v:imagedata r:id="rId29" o:title=""/>
                </v:shape>
                <w:control r:id="rId30" w:name="OptionButton2" w:shapeid="_x0000_i2097"/>
              </w:object>
            </w:r>
            <w:r>
              <w:object w:dxaOrig="1440" w:dyaOrig="1440">
                <v:shape id="_x0000_i2096" type="#_x0000_t75" style="width:54.7pt;height:17.3pt" o:ole="">
                  <v:imagedata r:id="rId31" o:title=""/>
                </v:shape>
                <w:control r:id="rId32" w:name="OptionButton21" w:shapeid="_x0000_i2096"/>
              </w:object>
            </w:r>
          </w:p>
        </w:tc>
        <w:tc>
          <w:tcPr>
            <w:tcW w:w="123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  <w:tcMar>
              <w:top w:w="43" w:type="dxa"/>
              <w:bottom w:w="43" w:type="dxa"/>
            </w:tcMar>
          </w:tcPr>
          <w:p w:rsidR="00445E24" w:rsidRDefault="00C80E1A">
            <w:r>
              <w:t>Freight Counted:</w:t>
            </w:r>
          </w:p>
          <w:bookmarkStart w:id="0" w:name="_GoBack"/>
          <w:p w:rsidR="00445E24" w:rsidRDefault="00C80E1A">
            <w:pPr>
              <w:pStyle w:val="Fineprint"/>
            </w:pPr>
            <w:r>
              <w:object w:dxaOrig="1440" w:dyaOrig="1440">
                <v:shape id="_x0000_i2118" type="#_x0000_t75" style="width:115.7pt;height:17.3pt" o:ole="">
                  <v:imagedata r:id="rId33" o:title=""/>
                </v:shape>
                <w:control r:id="rId34" w:name="OptionButton24" w:shapeid="_x0000_i2118"/>
              </w:object>
            </w:r>
            <w:bookmarkEnd w:id="0"/>
            <w:r>
              <w:object w:dxaOrig="1440" w:dyaOrig="1440">
                <v:shape id="_x0000_i2117" type="#_x0000_t75" style="width:132pt;height:17.3pt" o:ole="">
                  <v:imagedata r:id="rId35" o:title=""/>
                </v:shape>
                <w:control r:id="rId36" w:name="OptionButton241" w:shapeid="_x0000_i2117"/>
              </w:object>
            </w:r>
            <w:r>
              <w:object w:dxaOrig="1440" w:dyaOrig="1440">
                <v:shape id="_x0000_i2084" type="#_x0000_t75" style="width:115.7pt;height:17.3pt" o:ole="">
                  <v:imagedata r:id="rId37" o:title=""/>
                </v:shape>
                <w:control r:id="rId38" w:name="OptionButton242" w:shapeid="_x0000_i2084"/>
              </w:object>
            </w:r>
          </w:p>
        </w:tc>
        <w:tc>
          <w:tcPr>
            <w:tcW w:w="1635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:rsidR="00445E24" w:rsidRDefault="00C80E1A">
            <w:pPr>
              <w:pStyle w:val="Heading4"/>
            </w:pPr>
            <w:r>
              <w:t>Carrier Signature/Date</w:t>
            </w:r>
          </w:p>
          <w:p w:rsidR="00445E24" w:rsidRDefault="00C80E1A">
            <w:sdt>
              <w:sdtPr>
                <w:id w:val="1159276664"/>
                <w:placeholder>
                  <w:docPart w:val="9CCEED7162F541FEBBFCAF17AB6339A2"/>
                </w:placeholder>
                <w:temporary/>
                <w:showingPlcHdr/>
                <w15:appearance w15:val="hidden"/>
              </w:sdtPr>
              <w:sdtEndPr/>
              <w:sdtContent>
                <w:r>
                  <w:t>_____________________________________</w:t>
                </w:r>
              </w:sdtContent>
            </w:sdt>
          </w:p>
          <w:p w:rsidR="00445E24" w:rsidRDefault="00C80E1A">
            <w:pPr>
              <w:pStyle w:val="Fineprint"/>
            </w:pPr>
            <w:r>
              <w:t xml:space="preserve">Carrier acknowledges receipt of packages and required placards. Carrier certifies emergency response information was made available and/or carrier has the DOT </w:t>
            </w:r>
            <w:r>
              <w:t>emergency response guidebook or equivalent documentation in the vehicle. Property described above is received in good order, except as noted.</w:t>
            </w:r>
          </w:p>
        </w:tc>
      </w:tr>
    </w:tbl>
    <w:p w:rsidR="00445E24" w:rsidRDefault="00445E24"/>
    <w:sectPr w:rsidR="00445E24" w:rsidSect="00C80E1A">
      <w:headerReference w:type="default" r:id="rId39"/>
      <w:pgSz w:w="12240" w:h="15840"/>
      <w:pgMar w:top="432" w:right="432" w:bottom="270" w:left="432" w:header="432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0E1A" w:rsidRDefault="00C80E1A">
      <w:pPr>
        <w:spacing w:before="0" w:after="0"/>
      </w:pPr>
      <w:r>
        <w:separator/>
      </w:r>
    </w:p>
  </w:endnote>
  <w:endnote w:type="continuationSeparator" w:id="0">
    <w:p w:rsidR="00C80E1A" w:rsidRDefault="00C80E1A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0E1A" w:rsidRDefault="00C80E1A">
      <w:pPr>
        <w:spacing w:before="0" w:after="0"/>
      </w:pPr>
      <w:r>
        <w:separator/>
      </w:r>
    </w:p>
  </w:footnote>
  <w:footnote w:type="continuationSeparator" w:id="0">
    <w:p w:rsidR="00C80E1A" w:rsidRDefault="00C80E1A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5E24" w:rsidRDefault="00C80E1A">
    <w:sdt>
      <w:sdtPr>
        <w:alias w:val="Date"/>
        <w:tag w:val=""/>
        <w:id w:val="1667441020"/>
        <w:placeholder>
          <w:docPart w:val="9CCEED7162F541FEBBFCAF17AB6339A2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/d/yyyy"/>
          <w:lid w:val="en-US"/>
          <w:storeMappedDataAs w:val="dateTime"/>
          <w:calendar w:val="gregorian"/>
        </w:date>
      </w:sdtPr>
      <w:sdtEndPr/>
      <w:sdtContent>
        <w:r>
          <w:t>[Date]</w:t>
        </w:r>
      </w:sdtContent>
    </w:sdt>
    <w:r>
      <w:ptab w:relativeTo="margin" w:alignment="center" w:leader="none"/>
    </w:r>
    <w:r>
      <w:rPr>
        <w:rStyle w:val="Heading1Char"/>
      </w:rPr>
      <w:t>BILL OF LADING – SHORT FORM – NOT NEGOTIABLE</w:t>
    </w:r>
    <w:r>
      <w:rPr>
        <w:rStyle w:val="Heading1Char"/>
        <w:rFonts w:asciiTheme="minorHAnsi" w:eastAsiaTheme="minorEastAsia" w:hAnsiTheme="minorHAnsi" w:cstheme="minorBidi"/>
        <w:b w:val="0"/>
        <w:bCs w:val="0"/>
        <w:caps w:val="0"/>
        <w:sz w:val="16"/>
        <w:szCs w:val="16"/>
      </w:rPr>
      <w:ptab w:relativeTo="margin" w:alignment="right" w:leader="none"/>
    </w:r>
    <w:r>
      <w:t xml:space="preserve">Page </w:t>
    </w:r>
    <w:r>
      <w:fldChar w:fldCharType="begin"/>
    </w:r>
    <w:r>
      <w:instrText xml:space="preserve"> PAGE  \* Arabic  \* MERGEFORMAT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of </w:t>
    </w:r>
    <w:r>
      <w:fldChar w:fldCharType="begin"/>
    </w:r>
    <w:r>
      <w:instrText xml:space="preserve"> NUMPAGES  \* Arabic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0E1A"/>
    <w:rsid w:val="00445E24"/>
    <w:rsid w:val="005E4850"/>
    <w:rsid w:val="00C80E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7E10C3EF"/>
  <w15:chartTrackingRefBased/>
  <w15:docId w15:val="{267BC32C-474C-408F-A872-E056415D8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16"/>
        <w:szCs w:val="16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0" w:qFormat="1"/>
    <w:lsdException w:name="heading 2" w:semiHidden="1" w:uiPriority="1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36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pPr>
      <w:spacing w:before="20" w:after="20" w:line="240" w:lineRule="auto"/>
      <w:ind w:left="72" w:right="72"/>
    </w:pPr>
  </w:style>
  <w:style w:type="paragraph" w:styleId="Heading1">
    <w:name w:val="heading 1"/>
    <w:basedOn w:val="Normal"/>
    <w:next w:val="Normal"/>
    <w:link w:val="Heading1Char"/>
    <w:uiPriority w:val="1"/>
    <w:qFormat/>
    <w:pPr>
      <w:jc w:val="center"/>
      <w:outlineLvl w:val="0"/>
    </w:pPr>
    <w:rPr>
      <w:rFonts w:asciiTheme="majorHAnsi" w:eastAsiaTheme="majorEastAsia" w:hAnsiTheme="majorHAnsi" w:cstheme="majorBidi"/>
      <w:b/>
      <w:bCs/>
      <w:caps/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1"/>
    <w:qFormat/>
    <w:pPr>
      <w:pBdr>
        <w:top w:val="single" w:sz="4" w:space="1" w:color="7F7F7F" w:themeColor="text1" w:themeTint="80"/>
        <w:bottom w:val="single" w:sz="4" w:space="1" w:color="7F7F7F" w:themeColor="text1" w:themeTint="80"/>
      </w:pBdr>
      <w:shd w:val="clear" w:color="auto" w:fill="F2F2F2" w:themeFill="background1" w:themeFillShade="F2"/>
      <w:ind w:left="29" w:right="29"/>
      <w:jc w:val="center"/>
      <w:outlineLvl w:val="1"/>
    </w:pPr>
    <w:rPr>
      <w:rFonts w:asciiTheme="majorHAnsi" w:eastAsiaTheme="majorEastAsia" w:hAnsiTheme="majorHAnsi" w:cstheme="majorBidi"/>
      <w:b/>
      <w:bCs/>
      <w:caps/>
    </w:rPr>
  </w:style>
  <w:style w:type="paragraph" w:styleId="Heading3">
    <w:name w:val="heading 3"/>
    <w:basedOn w:val="Normal"/>
    <w:next w:val="Normal"/>
    <w:link w:val="Heading3Char"/>
    <w:uiPriority w:val="1"/>
    <w:qFormat/>
    <w:pPr>
      <w:jc w:val="center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Heading4">
    <w:name w:val="heading 4"/>
    <w:basedOn w:val="Normal"/>
    <w:next w:val="Normal"/>
    <w:link w:val="Heading4Char"/>
    <w:uiPriority w:val="1"/>
    <w:qFormat/>
    <w:pPr>
      <w:contextualSpacing/>
      <w:outlineLvl w:val="3"/>
    </w:pPr>
    <w:rPr>
      <w:rFonts w:asciiTheme="majorHAnsi" w:eastAsiaTheme="majorEastAsia" w:hAnsiTheme="majorHAnsi" w:cstheme="majorBidi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Pr>
      <w:rFonts w:asciiTheme="majorHAnsi" w:eastAsiaTheme="majorEastAsia" w:hAnsiTheme="majorHAnsi" w:cstheme="majorBidi"/>
      <w:b/>
      <w:bCs/>
      <w:caps/>
      <w:sz w:val="20"/>
      <w:szCs w:val="20"/>
    </w:rPr>
  </w:style>
  <w:style w:type="character" w:customStyle="1" w:styleId="Heading2Char">
    <w:name w:val="Heading 2 Char"/>
    <w:basedOn w:val="DefaultParagraphFont"/>
    <w:link w:val="Heading2"/>
    <w:uiPriority w:val="1"/>
    <w:rPr>
      <w:rFonts w:asciiTheme="majorHAnsi" w:eastAsiaTheme="majorEastAsia" w:hAnsiTheme="majorHAnsi" w:cstheme="majorBidi"/>
      <w:b/>
      <w:bCs/>
      <w:caps/>
      <w:shd w:val="clear" w:color="auto" w:fill="F2F2F2" w:themeFill="background1" w:themeFillShade="F2"/>
    </w:rPr>
  </w:style>
  <w:style w:type="character" w:customStyle="1" w:styleId="Heading3Char">
    <w:name w:val="Heading 3 Char"/>
    <w:basedOn w:val="DefaultParagraphFont"/>
    <w:link w:val="Heading3"/>
    <w:uiPriority w:val="1"/>
    <w:rPr>
      <w:rFonts w:asciiTheme="majorHAnsi" w:eastAsiaTheme="majorEastAsia" w:hAnsiTheme="majorHAnsi" w:cstheme="majorBidi"/>
      <w:b/>
      <w:bCs/>
    </w:rPr>
  </w:style>
  <w:style w:type="character" w:customStyle="1" w:styleId="Heading4Char">
    <w:name w:val="Heading 4 Char"/>
    <w:basedOn w:val="DefaultParagraphFont"/>
    <w:link w:val="Heading4"/>
    <w:uiPriority w:val="1"/>
    <w:rPr>
      <w:rFonts w:asciiTheme="majorHAnsi" w:eastAsiaTheme="majorEastAsia" w:hAnsiTheme="majorHAnsi" w:cstheme="majorBidi"/>
      <w:b/>
      <w:bCs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Barcode">
    <w:name w:val="Bar code"/>
    <w:basedOn w:val="Normal"/>
    <w:uiPriority w:val="1"/>
    <w:qFormat/>
    <w:pPr>
      <w:spacing w:before="360" w:after="120"/>
      <w:jc w:val="center"/>
    </w:pPr>
    <w:rPr>
      <w:b/>
      <w:bCs/>
      <w:color w:val="E7E6E6" w:themeColor="background2"/>
      <w:spacing w:val="10"/>
      <w14:shadow w14:blurRad="63500" w14:dist="50800" w14:dir="13500000" w14:sx="0" w14:sy="0" w14:kx="0" w14:ky="0" w14:algn="none">
        <w14:srgbClr w14:val="000000">
          <w14:alpha w14:val="50000"/>
        </w14:srgbClr>
      </w14:shadow>
      <w14:textOutline w14:w="0" w14:cap="flat" w14:cmpd="sng" w14:algn="ctr">
        <w14:noFill/>
        <w14:prstDash w14:val="solid"/>
        <w14:round/>
      </w14:textOutline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pPr>
      <w:pBdr>
        <w:bottom w:val="single" w:sz="6" w:space="1" w:color="auto"/>
      </w:pBdr>
      <w:spacing w:before="0" w:after="0"/>
      <w:jc w:val="center"/>
    </w:pPr>
    <w:rPr>
      <w:rFonts w:ascii="Arial" w:hAnsi="Arial" w:cs="Arial"/>
      <w:vanish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Pr>
      <w:rFonts w:ascii="Arial" w:hAnsi="Arial" w:cs="Arial"/>
      <w:vanish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pPr>
      <w:pBdr>
        <w:top w:val="single" w:sz="6" w:space="1" w:color="auto"/>
      </w:pBdr>
      <w:spacing w:before="0" w:after="0"/>
      <w:jc w:val="center"/>
    </w:pPr>
    <w:rPr>
      <w:rFonts w:ascii="Arial" w:hAnsi="Arial" w:cs="Arial"/>
      <w:vanish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Pr>
      <w:rFonts w:ascii="Arial" w:hAnsi="Arial" w:cs="Arial"/>
      <w:vanish/>
    </w:rPr>
  </w:style>
  <w:style w:type="paragraph" w:customStyle="1" w:styleId="Spacer">
    <w:name w:val="Spacer"/>
    <w:basedOn w:val="Normal"/>
    <w:uiPriority w:val="1"/>
    <w:pPr>
      <w:spacing w:before="0" w:after="0" w:line="40" w:lineRule="exact"/>
    </w:pPr>
    <w:rPr>
      <w:sz w:val="4"/>
      <w:szCs w:val="4"/>
    </w:rPr>
  </w:style>
  <w:style w:type="paragraph" w:customStyle="1" w:styleId="Fineprint">
    <w:name w:val="Fine print"/>
    <w:basedOn w:val="Normal"/>
    <w:uiPriority w:val="1"/>
    <w:qFormat/>
    <w:rPr>
      <w:sz w:val="12"/>
      <w:szCs w:val="12"/>
    </w:rPr>
  </w:style>
  <w:style w:type="paragraph" w:customStyle="1" w:styleId="Numbers">
    <w:name w:val="Numbers"/>
    <w:basedOn w:val="Normal"/>
    <w:uiPriority w:val="1"/>
    <w:qFormat/>
    <w:pPr>
      <w:jc w:val="right"/>
    </w:pPr>
  </w:style>
  <w:style w:type="character" w:styleId="Strong">
    <w:name w:val="Strong"/>
    <w:basedOn w:val="DefaultParagraphFont"/>
    <w:uiPriority w:val="1"/>
    <w:qFormat/>
    <w:rPr>
      <w:b/>
      <w:bCs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image" Target="media/image4.wmf"/><Relationship Id="rId18" Type="http://schemas.openxmlformats.org/officeDocument/2006/relationships/control" Target="activeX/activeX7.xml"/><Relationship Id="rId26" Type="http://schemas.openxmlformats.org/officeDocument/2006/relationships/control" Target="activeX/activeX13.xml"/><Relationship Id="rId39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control" Target="activeX/activeX10.xml"/><Relationship Id="rId34" Type="http://schemas.openxmlformats.org/officeDocument/2006/relationships/control" Target="activeX/activeX17.xml"/><Relationship Id="rId42" Type="http://schemas.openxmlformats.org/officeDocument/2006/relationships/theme" Target="theme/theme1.xml"/><Relationship Id="rId7" Type="http://schemas.openxmlformats.org/officeDocument/2006/relationships/image" Target="media/image1.wmf"/><Relationship Id="rId12" Type="http://schemas.openxmlformats.org/officeDocument/2006/relationships/control" Target="activeX/activeX3.xml"/><Relationship Id="rId17" Type="http://schemas.openxmlformats.org/officeDocument/2006/relationships/control" Target="activeX/activeX6.xml"/><Relationship Id="rId25" Type="http://schemas.openxmlformats.org/officeDocument/2006/relationships/image" Target="media/image7.wmf"/><Relationship Id="rId33" Type="http://schemas.openxmlformats.org/officeDocument/2006/relationships/image" Target="media/image11.wmf"/><Relationship Id="rId38" Type="http://schemas.openxmlformats.org/officeDocument/2006/relationships/control" Target="activeX/activeX19.xml"/><Relationship Id="rId2" Type="http://schemas.openxmlformats.org/officeDocument/2006/relationships/styles" Target="styles.xml"/><Relationship Id="rId16" Type="http://schemas.openxmlformats.org/officeDocument/2006/relationships/control" Target="activeX/activeX5.xml"/><Relationship Id="rId20" Type="http://schemas.openxmlformats.org/officeDocument/2006/relationships/control" Target="activeX/activeX9.xml"/><Relationship Id="rId29" Type="http://schemas.openxmlformats.org/officeDocument/2006/relationships/image" Target="media/image9.wmf"/><Relationship Id="rId41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control" Target="activeX/activeX12.xml"/><Relationship Id="rId32" Type="http://schemas.openxmlformats.org/officeDocument/2006/relationships/control" Target="activeX/activeX16.xml"/><Relationship Id="rId37" Type="http://schemas.openxmlformats.org/officeDocument/2006/relationships/image" Target="media/image13.wmf"/><Relationship Id="rId40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6.wmf"/><Relationship Id="rId28" Type="http://schemas.openxmlformats.org/officeDocument/2006/relationships/control" Target="activeX/activeX14.xml"/><Relationship Id="rId36" Type="http://schemas.openxmlformats.org/officeDocument/2006/relationships/control" Target="activeX/activeX18.xml"/><Relationship Id="rId10" Type="http://schemas.openxmlformats.org/officeDocument/2006/relationships/control" Target="activeX/activeX2.xml"/><Relationship Id="rId19" Type="http://schemas.openxmlformats.org/officeDocument/2006/relationships/control" Target="activeX/activeX8.xml"/><Relationship Id="rId31" Type="http://schemas.openxmlformats.org/officeDocument/2006/relationships/image" Target="media/image10.wmf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control" Target="activeX/activeX4.xml"/><Relationship Id="rId22" Type="http://schemas.openxmlformats.org/officeDocument/2006/relationships/control" Target="activeX/activeX11.xml"/><Relationship Id="rId27" Type="http://schemas.openxmlformats.org/officeDocument/2006/relationships/image" Target="media/image8.wmf"/><Relationship Id="rId30" Type="http://schemas.openxmlformats.org/officeDocument/2006/relationships/control" Target="activeX/activeX15.xml"/><Relationship Id="rId35" Type="http://schemas.openxmlformats.org/officeDocument/2006/relationships/image" Target="media/image1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Bill%20of%20lading(2).dotx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1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C58D22C86AA41208730A3134691A3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6DC8590-9B86-40BA-89F8-18A9D8D363A0}"/>
      </w:docPartPr>
      <w:docPartBody>
        <w:p w:rsidR="00000000" w:rsidRDefault="00C25529">
          <w:pPr>
            <w:pStyle w:val="FC58D22C86AA41208730A3134691A3D1"/>
          </w:pPr>
          <w:r>
            <w:t>[Date]</w:t>
          </w:r>
        </w:p>
      </w:docPartBody>
    </w:docPart>
    <w:docPart>
      <w:docPartPr>
        <w:name w:val="8BF5F2DB4BB749EABE8E19091BAD3B6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0F4D417-7253-4A76-BD96-23092A854D56}"/>
      </w:docPartPr>
      <w:docPartBody>
        <w:p w:rsidR="00000000" w:rsidRDefault="00C25529">
          <w:pPr>
            <w:pStyle w:val="8BF5F2DB4BB749EABE8E19091BAD3B61"/>
          </w:pPr>
          <w:r>
            <w:t>_____________________________</w:t>
          </w:r>
        </w:p>
      </w:docPartBody>
    </w:docPart>
    <w:docPart>
      <w:docPartPr>
        <w:name w:val="4BBCCF135F934476B3FB908ABFEB4C9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E0602A9-3AE3-493B-AEE7-0A4E7BDB5BBC}"/>
      </w:docPartPr>
      <w:docPartBody>
        <w:p w:rsidR="00000000" w:rsidRDefault="00C25529">
          <w:pPr>
            <w:pStyle w:val="4BBCCF135F934476B3FB908ABFEB4C93"/>
          </w:pPr>
          <w:r>
            <w:t>[Name]</w:t>
          </w:r>
        </w:p>
      </w:docPartBody>
    </w:docPart>
    <w:docPart>
      <w:docPartPr>
        <w:name w:val="FA7EE4FB12A04F3A99EB1BB88B872FB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375CDC-A6E0-4B86-8297-B0B618ECBEA5}"/>
      </w:docPartPr>
      <w:docPartBody>
        <w:p w:rsidR="00000000" w:rsidRDefault="00C25529">
          <w:pPr>
            <w:pStyle w:val="FA7EE4FB12A04F3A99EB1BB88B872FB1"/>
          </w:pPr>
          <w:r>
            <w:t>[Street Address]</w:t>
          </w:r>
        </w:p>
      </w:docPartBody>
    </w:docPart>
    <w:docPart>
      <w:docPartPr>
        <w:name w:val="B1A77B7354BE47089462C49778E527B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AFECDE2-F155-4A42-B427-AE6A6A1B31C7}"/>
      </w:docPartPr>
      <w:docPartBody>
        <w:p w:rsidR="00000000" w:rsidRDefault="00C25529">
          <w:pPr>
            <w:pStyle w:val="B1A77B7354BE47089462C49778E527BE"/>
          </w:pPr>
          <w:r>
            <w:t>[City, ST  ZIP Code]</w:t>
          </w:r>
        </w:p>
      </w:docPartBody>
    </w:docPart>
    <w:docPart>
      <w:docPartPr>
        <w:name w:val="8BE7E546BF814E3785F2D574399403B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788D91-067D-422E-A307-5514E7B638B8}"/>
      </w:docPartPr>
      <w:docPartBody>
        <w:p w:rsidR="00000000" w:rsidRDefault="00C25529">
          <w:pPr>
            <w:pStyle w:val="8BE7E546BF814E3785F2D574399403B2"/>
          </w:pPr>
          <w:r>
            <w:t>__________________</w:t>
          </w:r>
        </w:p>
      </w:docPartBody>
    </w:docPart>
    <w:docPart>
      <w:docPartPr>
        <w:name w:val="679206107FE8442DBBBA543FC3F2467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83AA354-433E-4414-9143-78FC8A29521C}"/>
      </w:docPartPr>
      <w:docPartBody>
        <w:p w:rsidR="00000000" w:rsidRDefault="00C25529">
          <w:pPr>
            <w:pStyle w:val="679206107FE8442DBBBA543FC3F24676"/>
          </w:pPr>
          <w:r>
            <w:t>[Instructions]</w:t>
          </w:r>
        </w:p>
      </w:docPartBody>
    </w:docPart>
    <w:docPart>
      <w:docPartPr>
        <w:name w:val="174DA72FA5C34C6D8AD3E5FA9847523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ADF91DB-AC4B-4DD0-8A76-629837F7AA87}"/>
      </w:docPartPr>
      <w:docPartBody>
        <w:p w:rsidR="00000000" w:rsidRDefault="00C25529">
          <w:pPr>
            <w:pStyle w:val="174DA72FA5C34C6D8AD3E5FA98475232"/>
          </w:pPr>
          <w:r>
            <w:t>______________</w:t>
          </w:r>
        </w:p>
      </w:docPartBody>
    </w:docPart>
    <w:docPart>
      <w:docPartPr>
        <w:name w:val="A6F93BB1C1834BE6AFBB9A55510B4B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FFE0C2F-5CBA-46C8-BCC1-60B902140F5C}"/>
      </w:docPartPr>
      <w:docPartBody>
        <w:p w:rsidR="00000000" w:rsidRDefault="00C25529">
          <w:pPr>
            <w:pStyle w:val="A6F93BB1C1834BE6AFBB9A55510B4BE5"/>
          </w:pPr>
          <w:r>
            <w:t>____________</w:t>
          </w:r>
        </w:p>
      </w:docPartBody>
    </w:docPart>
    <w:docPart>
      <w:docPartPr>
        <w:name w:val="9CCEED7162F541FEBBFCAF17AB6339A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4BB455-AA38-4A34-881B-3CC5F1A496E2}"/>
      </w:docPartPr>
      <w:docPartBody>
        <w:p w:rsidR="00000000" w:rsidRDefault="00C25529">
          <w:pPr>
            <w:pStyle w:val="9CCEED7162F541FEBBFCAF17AB6339A2"/>
          </w:pPr>
          <w:r>
            <w:t>_____________________________________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5529"/>
    <w:rsid w:val="00C255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C58D22C86AA41208730A3134691A3D1">
    <w:name w:val="FC58D22C86AA41208730A3134691A3D1"/>
  </w:style>
  <w:style w:type="paragraph" w:customStyle="1" w:styleId="8BF5F2DB4BB749EABE8E19091BAD3B61">
    <w:name w:val="8BF5F2DB4BB749EABE8E19091BAD3B61"/>
  </w:style>
  <w:style w:type="paragraph" w:customStyle="1" w:styleId="4BBCCF135F934476B3FB908ABFEB4C93">
    <w:name w:val="4BBCCF135F934476B3FB908ABFEB4C93"/>
  </w:style>
  <w:style w:type="paragraph" w:customStyle="1" w:styleId="FA7EE4FB12A04F3A99EB1BB88B872FB1">
    <w:name w:val="FA7EE4FB12A04F3A99EB1BB88B872FB1"/>
  </w:style>
  <w:style w:type="paragraph" w:customStyle="1" w:styleId="B1A77B7354BE47089462C49778E527BE">
    <w:name w:val="B1A77B7354BE47089462C49778E527BE"/>
  </w:style>
  <w:style w:type="paragraph" w:customStyle="1" w:styleId="8BE7E546BF814E3785F2D574399403B2">
    <w:name w:val="8BE7E546BF814E3785F2D574399403B2"/>
  </w:style>
  <w:style w:type="paragraph" w:customStyle="1" w:styleId="679206107FE8442DBBBA543FC3F24676">
    <w:name w:val="679206107FE8442DBBBA543FC3F24676"/>
  </w:style>
  <w:style w:type="paragraph" w:customStyle="1" w:styleId="174DA72FA5C34C6D8AD3E5FA98475232">
    <w:name w:val="174DA72FA5C34C6D8AD3E5FA98475232"/>
  </w:style>
  <w:style w:type="paragraph" w:customStyle="1" w:styleId="A6F93BB1C1834BE6AFBB9A55510B4BE5">
    <w:name w:val="A6F93BB1C1834BE6AFBB9A55510B4BE5"/>
  </w:style>
  <w:style w:type="paragraph" w:customStyle="1" w:styleId="E90E597ABE384B3A942C90F59D1D7281">
    <w:name w:val="E90E597ABE384B3A942C90F59D1D7281"/>
  </w:style>
  <w:style w:type="paragraph" w:customStyle="1" w:styleId="9CCEED7162F541FEBBFCAF17AB6339A2">
    <w:name w:val="9CCEED7162F541FEBBFCAF17AB6339A2"/>
  </w:style>
  <w:style w:type="paragraph" w:customStyle="1" w:styleId="34AC91B3DB68458AB58D847429506C28">
    <w:name w:val="34AC91B3DB68458AB58D847429506C28"/>
    <w:rsid w:val="00C25529"/>
  </w:style>
  <w:style w:type="paragraph" w:customStyle="1" w:styleId="EA4FB1E5B6AC409EB2D46A6A65350825">
    <w:name w:val="EA4FB1E5B6AC409EB2D46A6A65350825"/>
    <w:rsid w:val="00C25529"/>
  </w:style>
  <w:style w:type="paragraph" w:customStyle="1" w:styleId="A6CAE5436E4240BBBF13479605E2B067">
    <w:name w:val="A6CAE5436E4240BBBF13479605E2B067"/>
    <w:rsid w:val="00C25529"/>
  </w:style>
  <w:style w:type="paragraph" w:customStyle="1" w:styleId="9A053D55067B4CB088720C6E225F2420">
    <w:name w:val="9A053D55067B4CB088720C6E225F2420"/>
    <w:rsid w:val="00C25529"/>
  </w:style>
  <w:style w:type="paragraph" w:customStyle="1" w:styleId="6A73D8EB92854E77B6FDA455B6509E06">
    <w:name w:val="6A73D8EB92854E77B6FDA455B6509E06"/>
    <w:rsid w:val="00C25529"/>
  </w:style>
  <w:style w:type="paragraph" w:customStyle="1" w:styleId="4B7C28095C714F5C8DDD5EF510E830CB">
    <w:name w:val="4B7C28095C714F5C8DDD5EF510E830CB"/>
    <w:rsid w:val="00C25529"/>
  </w:style>
  <w:style w:type="paragraph" w:customStyle="1" w:styleId="18DD0A05565A437099FCB6F8002EA9BC">
    <w:name w:val="18DD0A05565A437099FCB6F8002EA9BC"/>
    <w:rsid w:val="00C25529"/>
  </w:style>
  <w:style w:type="paragraph" w:customStyle="1" w:styleId="1EA5EC7E03034EDFA380BF7E42285C83">
    <w:name w:val="1EA5EC7E03034EDFA380BF7E42285C83"/>
    <w:rsid w:val="00C25529"/>
  </w:style>
  <w:style w:type="paragraph" w:customStyle="1" w:styleId="205353DDE99545E2B55D9C0C9C7AD74D">
    <w:name w:val="205353DDE99545E2B55D9C0C9C7AD74D"/>
    <w:rsid w:val="00C25529"/>
  </w:style>
  <w:style w:type="paragraph" w:customStyle="1" w:styleId="869E26A20E734A3D9F58F7DA02330393">
    <w:name w:val="869E26A20E734A3D9F58F7DA02330393"/>
    <w:rsid w:val="00C25529"/>
  </w:style>
  <w:style w:type="paragraph" w:customStyle="1" w:styleId="90FB98F793CD4078A9721F6FFF7AA8D2">
    <w:name w:val="90FB98F793CD4078A9721F6FFF7AA8D2"/>
    <w:rsid w:val="00C25529"/>
  </w:style>
  <w:style w:type="paragraph" w:customStyle="1" w:styleId="1A33D49DA3E34F8DA14351600EA6EB9A">
    <w:name w:val="1A33D49DA3E34F8DA14351600EA6EB9A"/>
    <w:rsid w:val="00C25529"/>
  </w:style>
  <w:style w:type="paragraph" w:customStyle="1" w:styleId="18D2E4A491CC4F32810093398D1CDB86">
    <w:name w:val="18D2E4A491CC4F32810093398D1CDB86"/>
    <w:rsid w:val="00C25529"/>
  </w:style>
  <w:style w:type="paragraph" w:customStyle="1" w:styleId="57EAC2D1F8354C9D8CAC2BD2C1BBAAE6">
    <w:name w:val="57EAC2D1F8354C9D8CAC2BD2C1BBAAE6"/>
    <w:rsid w:val="00C25529"/>
  </w:style>
  <w:style w:type="paragraph" w:customStyle="1" w:styleId="FC696CA7C20446DBBB8AAF5999857E73">
    <w:name w:val="FC696CA7C20446DBBB8AAF5999857E73"/>
    <w:rsid w:val="00C25529"/>
  </w:style>
  <w:style w:type="paragraph" w:customStyle="1" w:styleId="79CD362CFC074510A0AE6D0053579CF1">
    <w:name w:val="79CD362CFC074510A0AE6D0053579CF1"/>
    <w:rsid w:val="00C25529"/>
  </w:style>
  <w:style w:type="paragraph" w:customStyle="1" w:styleId="B7EC593642C241D79A24BAF18D732769">
    <w:name w:val="B7EC593642C241D79A24BAF18D732769"/>
    <w:rsid w:val="00C25529"/>
  </w:style>
  <w:style w:type="paragraph" w:customStyle="1" w:styleId="ADA5FE048204467FA7D7D3225D047B79">
    <w:name w:val="ADA5FE048204467FA7D7D3225D047B79"/>
    <w:rsid w:val="00C25529"/>
  </w:style>
  <w:style w:type="paragraph" w:customStyle="1" w:styleId="31059259B4C443FC8E31D60659652FD4">
    <w:name w:val="31059259B4C443FC8E31D60659652FD4"/>
    <w:rsid w:val="00C25529"/>
  </w:style>
  <w:style w:type="paragraph" w:customStyle="1" w:styleId="CF8ACECCEEC3440B862A2E45BB566350">
    <w:name w:val="CF8ACECCEEC3440B862A2E45BB566350"/>
    <w:rsid w:val="00C25529"/>
  </w:style>
  <w:style w:type="paragraph" w:customStyle="1" w:styleId="EC7A80FCBD9B4E78B1CFD712DB86C7C2">
    <w:name w:val="EC7A80FCBD9B4E78B1CFD712DB86C7C2"/>
    <w:rsid w:val="00C25529"/>
  </w:style>
  <w:style w:type="paragraph" w:customStyle="1" w:styleId="0ABC98E147684F7798BBD07F0255914C">
    <w:name w:val="0ABC98E147684F7798BBD07F0255914C"/>
    <w:rsid w:val="00C25529"/>
  </w:style>
  <w:style w:type="paragraph" w:customStyle="1" w:styleId="9BB590B2642A45D0822EAF45C17589B9">
    <w:name w:val="9BB590B2642A45D0822EAF45C17589B9"/>
    <w:rsid w:val="00C25529"/>
  </w:style>
  <w:style w:type="paragraph" w:customStyle="1" w:styleId="0445E1E0148843F482208039161C02B7">
    <w:name w:val="0445E1E0148843F482208039161C02B7"/>
    <w:rsid w:val="00C25529"/>
  </w:style>
  <w:style w:type="paragraph" w:customStyle="1" w:styleId="75227F0AF45B4064BE09FF9E94D1700D">
    <w:name w:val="75227F0AF45B4064BE09FF9E94D1700D"/>
    <w:rsid w:val="00C25529"/>
  </w:style>
  <w:style w:type="paragraph" w:customStyle="1" w:styleId="667A901AE8264A19A5BC58FD4FCF08F4">
    <w:name w:val="667A901AE8264A19A5BC58FD4FCF08F4"/>
    <w:rsid w:val="00C25529"/>
  </w:style>
  <w:style w:type="paragraph" w:customStyle="1" w:styleId="5ED1996DA900404C86EDEFC9174E5F72">
    <w:name w:val="5ED1996DA900404C86EDEFC9174E5F72"/>
    <w:rsid w:val="00C25529"/>
  </w:style>
  <w:style w:type="paragraph" w:customStyle="1" w:styleId="75EF7A2D402B4CE4929BA0187486F0FE">
    <w:name w:val="75EF7A2D402B4CE4929BA0187486F0FE"/>
    <w:rsid w:val="00C255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Calibri">
      <a:maj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ahoma"/>
        <a:font script="Hebr" typeface="Gisha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Verdan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555CEE80-2576-46A8-9761-53DD7634DBE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Bill of lading(2).dotx</Template>
  <TotalTime>8</TotalTime>
  <Pages>1</Pages>
  <Words>447</Words>
  <Characters>2551</Characters>
  <Application>Microsoft Office Word</Application>
  <DocSecurity>0</DocSecurity>
  <Lines>21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2</vt:i4>
      </vt:variant>
    </vt:vector>
  </HeadingPairs>
  <TitlesOfParts>
    <vt:vector size="3" baseType="lpstr">
      <vt:lpstr/>
      <vt:lpstr>    CUSTOMER ORDER INFORMATION</vt:lpstr>
      <vt:lpstr>    Carrier INFORMATION</vt:lpstr>
    </vt:vector>
  </TitlesOfParts>
  <Company/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keywords/>
  <cp:lastModifiedBy>Alex</cp:lastModifiedBy>
  <cp:revision>1</cp:revision>
  <dcterms:created xsi:type="dcterms:W3CDTF">2017-02-13T08:16:00Z</dcterms:created>
  <dcterms:modified xsi:type="dcterms:W3CDTF">2017-02-13T08:24:00Z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TC039736809991</vt:lpwstr>
  </property>
</Properties>
</file>